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028" w:rsidRDefault="004E4028" w:rsidP="00236EA6">
      <w:pPr>
        <w:spacing w:after="0" w:line="240" w:lineRule="auto"/>
        <w:jc w:val="center"/>
        <w:rPr>
          <w:rFonts w:ascii="Arial" w:hAnsi="Arial" w:cs="Arial"/>
          <w:b/>
          <w:color w:val="365F91" w:themeColor="accent1" w:themeShade="BF"/>
          <w:sz w:val="40"/>
          <w:szCs w:val="28"/>
        </w:rPr>
      </w:pPr>
      <w:bookmarkStart w:id="0" w:name="_GoBack"/>
      <w:bookmarkEnd w:id="0"/>
      <w:r>
        <w:rPr>
          <w:rFonts w:ascii="Arial" w:hAnsi="Arial" w:cs="Arial"/>
          <w:b/>
          <w:color w:val="365F91" w:themeColor="accent1" w:themeShade="BF"/>
          <w:sz w:val="40"/>
          <w:szCs w:val="28"/>
        </w:rPr>
        <w:t xml:space="preserve">Learning </w:t>
      </w:r>
      <w:r w:rsidR="00417C20">
        <w:rPr>
          <w:rFonts w:ascii="Arial" w:hAnsi="Arial" w:cs="Arial"/>
          <w:b/>
          <w:color w:val="365F91" w:themeColor="accent1" w:themeShade="BF"/>
          <w:sz w:val="40"/>
          <w:szCs w:val="28"/>
        </w:rPr>
        <w:t>Navigator</w:t>
      </w:r>
      <w:r w:rsidR="00C90F36">
        <w:rPr>
          <w:rFonts w:ascii="Arial" w:hAnsi="Arial" w:cs="Arial"/>
          <w:b/>
          <w:color w:val="365F91" w:themeColor="accent1" w:themeShade="BF"/>
          <w:sz w:val="40"/>
          <w:szCs w:val="28"/>
        </w:rPr>
        <w:t xml:space="preserve"> for LEAD</w:t>
      </w:r>
    </w:p>
    <w:p w:rsidR="004E4028" w:rsidRDefault="004E4028" w:rsidP="004E4028">
      <w:pPr>
        <w:spacing w:after="0" w:line="240" w:lineRule="auto"/>
        <w:rPr>
          <w:rFonts w:ascii="Arial Narrow" w:hAnsi="Arial Narrow" w:cs="Arial"/>
          <w:sz w:val="32"/>
          <w:szCs w:val="24"/>
        </w:rPr>
      </w:pPr>
    </w:p>
    <w:p w:rsidR="004E4028" w:rsidRDefault="006B39EF" w:rsidP="00000305">
      <w:pPr>
        <w:tabs>
          <w:tab w:val="left" w:pos="5850"/>
        </w:tabs>
        <w:spacing w:line="240" w:lineRule="auto"/>
        <w:ind w:right="4680"/>
        <w:jc w:val="both"/>
        <w:rPr>
          <w:rFonts w:ascii="Arial Narrow" w:hAnsi="Arial Narrow" w:cs="Arial"/>
          <w:color w:val="346094"/>
          <w:sz w:val="32"/>
          <w:szCs w:val="24"/>
        </w:rPr>
      </w:pPr>
      <w:r>
        <w:rPr>
          <w:rFonts w:ascii="Arial Narrow" w:hAnsi="Arial Narrow" w:cs="Arial"/>
          <w:noProof/>
          <w:color w:val="346094"/>
          <w:sz w:val="32"/>
          <w:szCs w:val="24"/>
        </w:rPr>
        <w:drawing>
          <wp:anchor distT="0" distB="0" distL="114300" distR="114300" simplePos="0" relativeHeight="251669504" behindDoc="0" locked="0" layoutInCell="1" allowOverlap="1">
            <wp:simplePos x="0" y="0"/>
            <wp:positionH relativeFrom="column">
              <wp:posOffset>3393440</wp:posOffset>
            </wp:positionH>
            <wp:positionV relativeFrom="paragraph">
              <wp:posOffset>354965</wp:posOffset>
            </wp:positionV>
            <wp:extent cx="2814320" cy="1870710"/>
            <wp:effectExtent l="19050" t="0" r="5080" b="0"/>
            <wp:wrapSquare wrapText="bothSides"/>
            <wp:docPr id="6" name="22685551" descr="gps: mobile phone with gps laying on ma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685551" descr="gps: mobile phone with gps laying on map">
                      <a:hlinkClick r:id="rId7"/>
                    </pic:cNvPr>
                    <pic:cNvPicPr>
                      <a:picLocks noChangeAspect="1" noChangeArrowheads="1"/>
                    </pic:cNvPicPr>
                  </pic:nvPicPr>
                  <pic:blipFill>
                    <a:blip r:embed="rId8" cstate="print"/>
                    <a:srcRect/>
                    <a:stretch>
                      <a:fillRect/>
                    </a:stretch>
                  </pic:blipFill>
                  <pic:spPr bwMode="auto">
                    <a:xfrm>
                      <a:off x="0" y="0"/>
                      <a:ext cx="2814320" cy="1870710"/>
                    </a:xfrm>
                    <a:prstGeom prst="rect">
                      <a:avLst/>
                    </a:prstGeom>
                    <a:noFill/>
                    <a:ln w="9525">
                      <a:noFill/>
                      <a:miter lim="800000"/>
                      <a:headEnd/>
                      <a:tailEnd/>
                    </a:ln>
                  </pic:spPr>
                </pic:pic>
              </a:graphicData>
            </a:graphic>
          </wp:anchor>
        </w:drawing>
      </w:r>
      <w:r w:rsidR="00C90F36">
        <w:rPr>
          <w:rFonts w:ascii="Arial Narrow" w:hAnsi="Arial Narrow" w:cs="Arial"/>
          <w:color w:val="346094"/>
          <w:sz w:val="32"/>
          <w:szCs w:val="24"/>
        </w:rPr>
        <w:t>As a LEAD Program participant, part of your</w:t>
      </w:r>
      <w:r w:rsidR="004E4028" w:rsidRPr="00F33F0E">
        <w:rPr>
          <w:rFonts w:ascii="Arial Narrow" w:hAnsi="Arial Narrow" w:cs="Arial"/>
          <w:color w:val="346094"/>
          <w:sz w:val="32"/>
          <w:szCs w:val="24"/>
        </w:rPr>
        <w:t xml:space="preserve"> journey to career success requires a serious commitment to ongoing learning and self-development. This tool will help you make an assessment of “</w:t>
      </w:r>
      <w:r w:rsidR="004E4028" w:rsidRPr="00F33F0E">
        <w:rPr>
          <w:rFonts w:ascii="Arial Narrow" w:hAnsi="Arial Narrow" w:cs="Arial"/>
          <w:b/>
          <w:color w:val="346094"/>
          <w:sz w:val="32"/>
          <w:szCs w:val="24"/>
        </w:rPr>
        <w:t>where you are</w:t>
      </w:r>
      <w:r w:rsidR="004E4028" w:rsidRPr="00F33F0E">
        <w:rPr>
          <w:rFonts w:ascii="Arial Narrow" w:hAnsi="Arial Narrow" w:cs="Arial"/>
          <w:color w:val="346094"/>
          <w:sz w:val="32"/>
          <w:szCs w:val="24"/>
        </w:rPr>
        <w:t>” and “</w:t>
      </w:r>
      <w:r w:rsidR="004E4028" w:rsidRPr="00F33F0E">
        <w:rPr>
          <w:rFonts w:ascii="Arial Narrow" w:hAnsi="Arial Narrow" w:cs="Arial"/>
          <w:b/>
          <w:color w:val="346094"/>
          <w:sz w:val="32"/>
          <w:szCs w:val="24"/>
        </w:rPr>
        <w:t>where you would like to be in the future</w:t>
      </w:r>
      <w:r w:rsidR="004E4028" w:rsidRPr="00F33F0E">
        <w:rPr>
          <w:rFonts w:ascii="Arial Narrow" w:hAnsi="Arial Narrow" w:cs="Arial"/>
          <w:color w:val="346094"/>
          <w:sz w:val="32"/>
          <w:szCs w:val="24"/>
        </w:rPr>
        <w:t xml:space="preserve">,” as well as providing a </w:t>
      </w:r>
      <w:r w:rsidR="00417C20">
        <w:rPr>
          <w:rFonts w:ascii="Arial Narrow" w:hAnsi="Arial Narrow" w:cs="Arial"/>
          <w:color w:val="346094"/>
          <w:sz w:val="32"/>
          <w:szCs w:val="24"/>
        </w:rPr>
        <w:t>navigator</w:t>
      </w:r>
      <w:r w:rsidR="004E4028" w:rsidRPr="00F33F0E">
        <w:rPr>
          <w:rFonts w:ascii="Arial Narrow" w:hAnsi="Arial Narrow" w:cs="Arial"/>
          <w:color w:val="346094"/>
          <w:sz w:val="32"/>
          <w:szCs w:val="24"/>
        </w:rPr>
        <w:t xml:space="preserve"> for your career journey.</w:t>
      </w:r>
    </w:p>
    <w:p w:rsidR="004E4028" w:rsidRPr="004B01D7" w:rsidRDefault="004E4028" w:rsidP="004E4028">
      <w:pPr>
        <w:tabs>
          <w:tab w:val="left" w:pos="5850"/>
        </w:tabs>
        <w:spacing w:after="0" w:line="240" w:lineRule="auto"/>
        <w:ind w:right="4680"/>
        <w:jc w:val="both"/>
        <w:rPr>
          <w:rFonts w:ascii="Arial Narrow" w:hAnsi="Arial Narrow" w:cs="Arial"/>
          <w:color w:val="346094"/>
          <w:sz w:val="18"/>
          <w:szCs w:val="18"/>
        </w:rPr>
      </w:pPr>
    </w:p>
    <w:p w:rsidR="004E4028" w:rsidRPr="004B01D7" w:rsidRDefault="004E4028" w:rsidP="004E4028">
      <w:pPr>
        <w:shd w:val="clear" w:color="auto" w:fill="346094"/>
        <w:spacing w:after="0" w:line="240" w:lineRule="auto"/>
        <w:jc w:val="center"/>
        <w:rPr>
          <w:rFonts w:ascii="Arial" w:hAnsi="Arial" w:cs="Arial"/>
          <w:b/>
          <w:color w:val="FFFFFF" w:themeColor="background1"/>
          <w:sz w:val="10"/>
          <w:szCs w:val="10"/>
        </w:rPr>
      </w:pPr>
    </w:p>
    <w:p w:rsidR="004E4028" w:rsidRDefault="004E4028" w:rsidP="004E4028">
      <w:pPr>
        <w:shd w:val="clear" w:color="auto" w:fill="346094"/>
        <w:spacing w:after="0" w:line="240" w:lineRule="auto"/>
        <w:jc w:val="center"/>
        <w:rPr>
          <w:rFonts w:ascii="Arial" w:hAnsi="Arial" w:cs="Arial"/>
          <w:b/>
          <w:color w:val="FFFFFF" w:themeColor="background1"/>
          <w:sz w:val="28"/>
          <w:szCs w:val="24"/>
        </w:rPr>
      </w:pPr>
      <w:r>
        <w:rPr>
          <w:rFonts w:ascii="Arial" w:hAnsi="Arial" w:cs="Arial"/>
          <w:b/>
          <w:color w:val="FFFFFF" w:themeColor="background1"/>
          <w:sz w:val="28"/>
          <w:szCs w:val="24"/>
        </w:rPr>
        <w:t>Objectives</w:t>
      </w:r>
    </w:p>
    <w:p w:rsidR="004E4028" w:rsidRPr="007D2474" w:rsidRDefault="004E4028" w:rsidP="004E4028">
      <w:pPr>
        <w:shd w:val="clear" w:color="auto" w:fill="346094"/>
        <w:spacing w:after="0" w:line="240" w:lineRule="auto"/>
        <w:jc w:val="center"/>
        <w:rPr>
          <w:rFonts w:ascii="Arial" w:hAnsi="Arial" w:cs="Arial"/>
          <w:b/>
          <w:color w:val="FFFFFF" w:themeColor="background1"/>
          <w:sz w:val="8"/>
          <w:szCs w:val="8"/>
        </w:rPr>
      </w:pPr>
    </w:p>
    <w:p w:rsidR="004E4028" w:rsidRPr="00986EA6" w:rsidRDefault="004E4028" w:rsidP="004E4028">
      <w:pPr>
        <w:spacing w:after="0"/>
        <w:ind w:left="90"/>
        <w:rPr>
          <w:rFonts w:ascii="Arial" w:hAnsi="Arial" w:cs="Arial"/>
          <w:b/>
          <w:color w:val="346094"/>
          <w:sz w:val="10"/>
          <w:szCs w:val="10"/>
        </w:rPr>
      </w:pPr>
    </w:p>
    <w:p w:rsidR="004E4028" w:rsidRDefault="004E4028" w:rsidP="004E4028">
      <w:pPr>
        <w:spacing w:after="0" w:line="240" w:lineRule="auto"/>
        <w:ind w:right="-180"/>
        <w:rPr>
          <w:rFonts w:ascii="Arial" w:hAnsi="Arial" w:cs="Arial"/>
          <w:sz w:val="24"/>
          <w:szCs w:val="24"/>
        </w:rPr>
      </w:pPr>
      <w:r>
        <w:rPr>
          <w:rFonts w:ascii="Arial" w:hAnsi="Arial" w:cs="Arial"/>
          <w:sz w:val="24"/>
          <w:szCs w:val="24"/>
        </w:rPr>
        <w:t>Use</w:t>
      </w:r>
      <w:r w:rsidRPr="00EA73BF">
        <w:rPr>
          <w:rFonts w:ascii="Arial" w:hAnsi="Arial" w:cs="Arial"/>
          <w:sz w:val="24"/>
          <w:szCs w:val="24"/>
        </w:rPr>
        <w:t xml:space="preserve"> this </w:t>
      </w:r>
      <w:r>
        <w:rPr>
          <w:rFonts w:ascii="Arial" w:hAnsi="Arial" w:cs="Arial"/>
          <w:sz w:val="24"/>
          <w:szCs w:val="24"/>
        </w:rPr>
        <w:t xml:space="preserve">information in your conversations </w:t>
      </w:r>
      <w:r w:rsidR="00C90F36">
        <w:rPr>
          <w:rFonts w:ascii="Arial" w:hAnsi="Arial" w:cs="Arial"/>
          <w:sz w:val="24"/>
          <w:szCs w:val="24"/>
        </w:rPr>
        <w:t xml:space="preserve">with your supervisor and your coach </w:t>
      </w:r>
      <w:r w:rsidRPr="00EA73BF">
        <w:rPr>
          <w:rFonts w:ascii="Arial" w:hAnsi="Arial" w:cs="Arial"/>
          <w:sz w:val="24"/>
        </w:rPr>
        <w:t xml:space="preserve">to discuss your </w:t>
      </w:r>
      <w:r>
        <w:rPr>
          <w:rFonts w:ascii="Arial" w:hAnsi="Arial" w:cs="Arial"/>
          <w:sz w:val="24"/>
        </w:rPr>
        <w:t xml:space="preserve">growth and development </w:t>
      </w:r>
      <w:r w:rsidRPr="00EA73BF">
        <w:rPr>
          <w:rFonts w:ascii="Arial" w:hAnsi="Arial" w:cs="Arial"/>
          <w:sz w:val="24"/>
        </w:rPr>
        <w:t xml:space="preserve">needs based on your </w:t>
      </w:r>
      <w:r>
        <w:rPr>
          <w:rFonts w:ascii="Arial" w:hAnsi="Arial" w:cs="Arial"/>
          <w:sz w:val="24"/>
        </w:rPr>
        <w:t xml:space="preserve">strengths, </w:t>
      </w:r>
      <w:r w:rsidRPr="00EA73BF">
        <w:rPr>
          <w:rFonts w:ascii="Arial" w:hAnsi="Arial" w:cs="Arial"/>
          <w:sz w:val="24"/>
        </w:rPr>
        <w:t xml:space="preserve">skill gaps, </w:t>
      </w:r>
      <w:r w:rsidR="00000305">
        <w:rPr>
          <w:rFonts w:ascii="Arial" w:hAnsi="Arial" w:cs="Arial"/>
          <w:sz w:val="24"/>
        </w:rPr>
        <w:t xml:space="preserve">competency development, </w:t>
      </w:r>
      <w:r w:rsidRPr="00EA73BF">
        <w:rPr>
          <w:rFonts w:ascii="Arial" w:hAnsi="Arial" w:cs="Arial"/>
          <w:sz w:val="24"/>
        </w:rPr>
        <w:t>career interests</w:t>
      </w:r>
      <w:r w:rsidR="00000305">
        <w:rPr>
          <w:rFonts w:ascii="Arial" w:hAnsi="Arial" w:cs="Arial"/>
          <w:sz w:val="24"/>
        </w:rPr>
        <w:t>,</w:t>
      </w:r>
      <w:r w:rsidRPr="00EA73BF">
        <w:rPr>
          <w:rFonts w:ascii="Arial" w:hAnsi="Arial" w:cs="Arial"/>
          <w:sz w:val="24"/>
        </w:rPr>
        <w:t xml:space="preserve"> and the organization’s business objectives.</w:t>
      </w:r>
      <w:r>
        <w:rPr>
          <w:rFonts w:ascii="Arial" w:hAnsi="Arial" w:cs="Arial"/>
          <w:sz w:val="24"/>
          <w:szCs w:val="24"/>
        </w:rPr>
        <w:t xml:space="preserve"> </w:t>
      </w:r>
    </w:p>
    <w:p w:rsidR="004E4028" w:rsidRDefault="004E4028" w:rsidP="004E4028">
      <w:pPr>
        <w:spacing w:after="0" w:line="240" w:lineRule="auto"/>
        <w:rPr>
          <w:rFonts w:ascii="Arial" w:hAnsi="Arial" w:cs="Arial"/>
          <w:sz w:val="24"/>
          <w:szCs w:val="24"/>
        </w:rPr>
      </w:pPr>
    </w:p>
    <w:p w:rsidR="004E4028" w:rsidRDefault="004E4028" w:rsidP="004E4028">
      <w:pPr>
        <w:spacing w:after="0" w:line="240" w:lineRule="auto"/>
        <w:rPr>
          <w:rFonts w:ascii="Arial" w:hAnsi="Arial" w:cs="Arial"/>
          <w:sz w:val="24"/>
          <w:szCs w:val="24"/>
        </w:rPr>
      </w:pPr>
      <w:r>
        <w:rPr>
          <w:rFonts w:ascii="Arial" w:hAnsi="Arial" w:cs="Arial"/>
          <w:sz w:val="24"/>
          <w:szCs w:val="24"/>
        </w:rPr>
        <w:t xml:space="preserve">The Learning </w:t>
      </w:r>
      <w:r w:rsidR="00417C20">
        <w:rPr>
          <w:rFonts w:ascii="Arial" w:hAnsi="Arial" w:cs="Arial"/>
          <w:sz w:val="24"/>
          <w:szCs w:val="24"/>
        </w:rPr>
        <w:t>Navigator</w:t>
      </w:r>
      <w:r>
        <w:rPr>
          <w:rFonts w:ascii="Arial" w:hAnsi="Arial" w:cs="Arial"/>
          <w:sz w:val="24"/>
          <w:szCs w:val="24"/>
        </w:rPr>
        <w:t xml:space="preserve"> will help </w:t>
      </w:r>
      <w:r w:rsidRPr="00EA73BF">
        <w:rPr>
          <w:rFonts w:ascii="Arial" w:hAnsi="Arial" w:cs="Arial"/>
          <w:sz w:val="24"/>
          <w:szCs w:val="24"/>
        </w:rPr>
        <w:t>you:</w:t>
      </w:r>
    </w:p>
    <w:p w:rsidR="004E4028" w:rsidRPr="00EA73BF" w:rsidRDefault="004E4028" w:rsidP="004E4028">
      <w:pPr>
        <w:spacing w:after="0" w:line="240" w:lineRule="auto"/>
        <w:rPr>
          <w:rFonts w:ascii="Arial" w:hAnsi="Arial" w:cs="Arial"/>
          <w:sz w:val="12"/>
          <w:szCs w:val="12"/>
        </w:rPr>
      </w:pPr>
    </w:p>
    <w:p w:rsidR="004E4028" w:rsidRPr="00EA73BF" w:rsidRDefault="004E4028" w:rsidP="004E4028">
      <w:pPr>
        <w:pStyle w:val="ListParagraph"/>
        <w:numPr>
          <w:ilvl w:val="0"/>
          <w:numId w:val="5"/>
        </w:numPr>
        <w:spacing w:after="60" w:line="240" w:lineRule="auto"/>
        <w:contextualSpacing w:val="0"/>
        <w:rPr>
          <w:rFonts w:ascii="Arial" w:hAnsi="Arial" w:cs="Arial"/>
          <w:sz w:val="24"/>
          <w:szCs w:val="24"/>
        </w:rPr>
      </w:pPr>
      <w:r w:rsidRPr="00EA73BF">
        <w:rPr>
          <w:rFonts w:ascii="Arial" w:hAnsi="Arial" w:cs="Arial"/>
          <w:sz w:val="24"/>
          <w:szCs w:val="24"/>
        </w:rPr>
        <w:t>Build a comprehensive picture of your current skills, knowledge, and abilities</w:t>
      </w:r>
    </w:p>
    <w:p w:rsidR="004E4028" w:rsidRPr="00EA73BF" w:rsidRDefault="004E4028" w:rsidP="004E4028">
      <w:pPr>
        <w:pStyle w:val="ListParagraph"/>
        <w:numPr>
          <w:ilvl w:val="0"/>
          <w:numId w:val="5"/>
        </w:numPr>
        <w:spacing w:after="60" w:line="240" w:lineRule="auto"/>
        <w:contextualSpacing w:val="0"/>
        <w:rPr>
          <w:rFonts w:ascii="Arial" w:hAnsi="Arial" w:cs="Arial"/>
          <w:sz w:val="24"/>
          <w:szCs w:val="24"/>
        </w:rPr>
      </w:pPr>
      <w:r w:rsidRPr="00EA73BF">
        <w:rPr>
          <w:rFonts w:ascii="Arial" w:hAnsi="Arial" w:cs="Arial"/>
          <w:sz w:val="24"/>
          <w:szCs w:val="24"/>
        </w:rPr>
        <w:t>Examine your professional goals and career plans</w:t>
      </w:r>
    </w:p>
    <w:p w:rsidR="004E4028" w:rsidRDefault="004E4028" w:rsidP="004E4028">
      <w:pPr>
        <w:pStyle w:val="ListParagraph"/>
        <w:numPr>
          <w:ilvl w:val="0"/>
          <w:numId w:val="5"/>
        </w:numPr>
        <w:spacing w:after="60" w:line="240" w:lineRule="auto"/>
        <w:contextualSpacing w:val="0"/>
        <w:rPr>
          <w:rFonts w:ascii="Arial" w:hAnsi="Arial" w:cs="Arial"/>
          <w:sz w:val="24"/>
          <w:szCs w:val="24"/>
        </w:rPr>
      </w:pPr>
      <w:r>
        <w:rPr>
          <w:rFonts w:ascii="Arial" w:hAnsi="Arial" w:cs="Arial"/>
          <w:sz w:val="24"/>
          <w:szCs w:val="24"/>
        </w:rPr>
        <w:t xml:space="preserve">Identify </w:t>
      </w:r>
      <w:r w:rsidRPr="00EA73BF">
        <w:rPr>
          <w:rFonts w:ascii="Arial" w:hAnsi="Arial" w:cs="Arial"/>
          <w:sz w:val="24"/>
          <w:szCs w:val="24"/>
        </w:rPr>
        <w:t>your learning needs</w:t>
      </w:r>
    </w:p>
    <w:p w:rsidR="00C90F36" w:rsidRPr="00EA73BF" w:rsidRDefault="00C90F36" w:rsidP="004E4028">
      <w:pPr>
        <w:pStyle w:val="ListParagraph"/>
        <w:numPr>
          <w:ilvl w:val="0"/>
          <w:numId w:val="5"/>
        </w:numPr>
        <w:spacing w:after="60" w:line="240" w:lineRule="auto"/>
        <w:contextualSpacing w:val="0"/>
        <w:rPr>
          <w:rFonts w:ascii="Arial" w:hAnsi="Arial" w:cs="Arial"/>
          <w:sz w:val="24"/>
          <w:szCs w:val="24"/>
        </w:rPr>
      </w:pPr>
      <w:r>
        <w:rPr>
          <w:rFonts w:ascii="Arial" w:hAnsi="Arial" w:cs="Arial"/>
          <w:sz w:val="24"/>
          <w:szCs w:val="24"/>
        </w:rPr>
        <w:t>Help you focus on the competencies you need to develop the most</w:t>
      </w:r>
    </w:p>
    <w:p w:rsidR="004E4028" w:rsidRDefault="004E4028" w:rsidP="004E4028">
      <w:pPr>
        <w:pStyle w:val="ListParagraph"/>
        <w:numPr>
          <w:ilvl w:val="0"/>
          <w:numId w:val="5"/>
        </w:numPr>
        <w:spacing w:after="60" w:line="240" w:lineRule="auto"/>
        <w:contextualSpacing w:val="0"/>
        <w:rPr>
          <w:rFonts w:ascii="Arial" w:hAnsi="Arial" w:cs="Arial"/>
          <w:sz w:val="24"/>
          <w:szCs w:val="24"/>
        </w:rPr>
      </w:pPr>
      <w:r w:rsidRPr="00EA73BF">
        <w:rPr>
          <w:rFonts w:ascii="Arial" w:hAnsi="Arial" w:cs="Arial"/>
          <w:sz w:val="24"/>
          <w:szCs w:val="24"/>
        </w:rPr>
        <w:t>Develop a plan to cover the gap between your existing strengths and those needed to reach your career goals</w:t>
      </w:r>
    </w:p>
    <w:p w:rsidR="00C90F36" w:rsidRPr="00C90F36" w:rsidRDefault="00C90F36" w:rsidP="00C90F36">
      <w:pPr>
        <w:spacing w:after="60" w:line="240" w:lineRule="auto"/>
        <w:ind w:left="360"/>
        <w:rPr>
          <w:rFonts w:ascii="Arial" w:hAnsi="Arial" w:cs="Arial"/>
          <w:sz w:val="24"/>
          <w:szCs w:val="24"/>
        </w:rPr>
      </w:pPr>
    </w:p>
    <w:tbl>
      <w:tblPr>
        <w:tblStyle w:val="TableGrid"/>
        <w:tblW w:w="0" w:type="auto"/>
        <w:tblInd w:w="828" w:type="dxa"/>
        <w:tblLook w:val="04A0"/>
      </w:tblPr>
      <w:tblGrid>
        <w:gridCol w:w="8190"/>
      </w:tblGrid>
      <w:tr w:rsidR="00C90F36" w:rsidTr="00C90F36">
        <w:tc>
          <w:tcPr>
            <w:tcW w:w="8190" w:type="dxa"/>
          </w:tcPr>
          <w:p w:rsidR="00C90F36" w:rsidRDefault="004E4028" w:rsidP="004E4028">
            <w:pPr>
              <w:rPr>
                <w:rFonts w:ascii="Arial" w:hAnsi="Arial" w:cs="Arial"/>
                <w:sz w:val="24"/>
                <w:szCs w:val="24"/>
              </w:rPr>
            </w:pPr>
            <w:r>
              <w:rPr>
                <w:rFonts w:ascii="Arial" w:hAnsi="Arial" w:cs="Arial"/>
                <w:sz w:val="24"/>
                <w:szCs w:val="24"/>
              </w:rPr>
              <w:t>Date:</w:t>
            </w:r>
            <w:r>
              <w:rPr>
                <w:rFonts w:ascii="Arial" w:hAnsi="Arial" w:cs="Arial"/>
                <w:sz w:val="24"/>
                <w:szCs w:val="24"/>
              </w:rPr>
              <w:tab/>
            </w:r>
          </w:p>
        </w:tc>
      </w:tr>
    </w:tbl>
    <w:p w:rsidR="00C90F36" w:rsidRDefault="00C90F36" w:rsidP="00C90F36">
      <w:r>
        <w:rPr>
          <w:rFonts w:ascii="Arial" w:hAnsi="Arial" w:cs="Arial"/>
          <w:sz w:val="24"/>
          <w:szCs w:val="24"/>
        </w:rPr>
        <w:tab/>
      </w:r>
    </w:p>
    <w:tbl>
      <w:tblPr>
        <w:tblStyle w:val="TableGrid"/>
        <w:tblW w:w="0" w:type="auto"/>
        <w:tblInd w:w="828" w:type="dxa"/>
        <w:tblLook w:val="04A0"/>
      </w:tblPr>
      <w:tblGrid>
        <w:gridCol w:w="8190"/>
      </w:tblGrid>
      <w:tr w:rsidR="00C90F36" w:rsidTr="00C90F36">
        <w:tc>
          <w:tcPr>
            <w:tcW w:w="8190" w:type="dxa"/>
          </w:tcPr>
          <w:p w:rsidR="00C90F36" w:rsidRDefault="00C90F36" w:rsidP="00C90F36">
            <w:pPr>
              <w:rPr>
                <w:rFonts w:ascii="Arial" w:hAnsi="Arial" w:cs="Arial"/>
                <w:sz w:val="24"/>
                <w:szCs w:val="24"/>
              </w:rPr>
            </w:pPr>
            <w:r>
              <w:rPr>
                <w:rFonts w:ascii="Arial" w:hAnsi="Arial" w:cs="Arial"/>
                <w:sz w:val="24"/>
                <w:szCs w:val="24"/>
              </w:rPr>
              <w:t>Name:</w:t>
            </w:r>
            <w:r>
              <w:rPr>
                <w:rFonts w:ascii="Arial" w:hAnsi="Arial" w:cs="Arial"/>
                <w:sz w:val="24"/>
                <w:szCs w:val="24"/>
              </w:rPr>
              <w:tab/>
            </w:r>
          </w:p>
        </w:tc>
      </w:tr>
    </w:tbl>
    <w:p w:rsidR="00C90F36" w:rsidRDefault="00C90F36" w:rsidP="00C90F36">
      <w:r>
        <w:rPr>
          <w:rFonts w:ascii="Arial" w:hAnsi="Arial" w:cs="Arial"/>
          <w:sz w:val="24"/>
          <w:szCs w:val="24"/>
        </w:rPr>
        <w:tab/>
      </w:r>
    </w:p>
    <w:tbl>
      <w:tblPr>
        <w:tblStyle w:val="TableGrid"/>
        <w:tblW w:w="0" w:type="auto"/>
        <w:tblInd w:w="828" w:type="dxa"/>
        <w:tblLook w:val="04A0"/>
      </w:tblPr>
      <w:tblGrid>
        <w:gridCol w:w="8190"/>
      </w:tblGrid>
      <w:tr w:rsidR="00C90F36" w:rsidTr="00C90F36">
        <w:tc>
          <w:tcPr>
            <w:tcW w:w="8190" w:type="dxa"/>
          </w:tcPr>
          <w:p w:rsidR="00C90F36" w:rsidRDefault="00C90F36" w:rsidP="00C90F36">
            <w:pPr>
              <w:rPr>
                <w:rFonts w:ascii="Arial" w:hAnsi="Arial" w:cs="Arial"/>
                <w:sz w:val="24"/>
                <w:szCs w:val="24"/>
              </w:rPr>
            </w:pPr>
            <w:r>
              <w:rPr>
                <w:rFonts w:ascii="Arial" w:hAnsi="Arial" w:cs="Arial"/>
                <w:sz w:val="24"/>
                <w:szCs w:val="24"/>
              </w:rPr>
              <w:t>Department:</w:t>
            </w:r>
            <w:r>
              <w:rPr>
                <w:rFonts w:ascii="Arial" w:hAnsi="Arial" w:cs="Arial"/>
                <w:sz w:val="24"/>
                <w:szCs w:val="24"/>
              </w:rPr>
              <w:tab/>
            </w:r>
          </w:p>
        </w:tc>
      </w:tr>
    </w:tbl>
    <w:p w:rsidR="00C90F36" w:rsidRDefault="00C90F36" w:rsidP="00C90F36">
      <w:r>
        <w:rPr>
          <w:rFonts w:ascii="Arial" w:hAnsi="Arial" w:cs="Arial"/>
          <w:sz w:val="24"/>
          <w:szCs w:val="24"/>
        </w:rPr>
        <w:tab/>
      </w:r>
    </w:p>
    <w:tbl>
      <w:tblPr>
        <w:tblStyle w:val="TableGrid"/>
        <w:tblW w:w="0" w:type="auto"/>
        <w:tblInd w:w="828" w:type="dxa"/>
        <w:tblLook w:val="04A0"/>
      </w:tblPr>
      <w:tblGrid>
        <w:gridCol w:w="8190"/>
      </w:tblGrid>
      <w:tr w:rsidR="00C90F36" w:rsidTr="00C90F36">
        <w:tc>
          <w:tcPr>
            <w:tcW w:w="8190" w:type="dxa"/>
          </w:tcPr>
          <w:p w:rsidR="00C90F36" w:rsidRDefault="00C90F36" w:rsidP="00C90F36">
            <w:pPr>
              <w:rPr>
                <w:rFonts w:ascii="Arial" w:hAnsi="Arial" w:cs="Arial"/>
                <w:sz w:val="24"/>
                <w:szCs w:val="24"/>
              </w:rPr>
            </w:pPr>
            <w:r>
              <w:rPr>
                <w:rFonts w:ascii="Arial" w:hAnsi="Arial" w:cs="Arial"/>
                <w:sz w:val="24"/>
                <w:szCs w:val="24"/>
              </w:rPr>
              <w:t>Supervisor:</w:t>
            </w:r>
            <w:r>
              <w:rPr>
                <w:rFonts w:ascii="Arial" w:hAnsi="Arial" w:cs="Arial"/>
                <w:sz w:val="24"/>
                <w:szCs w:val="24"/>
              </w:rPr>
              <w:tab/>
            </w:r>
          </w:p>
        </w:tc>
      </w:tr>
    </w:tbl>
    <w:p w:rsidR="00C90F36" w:rsidRDefault="00C90F36" w:rsidP="00C90F36">
      <w:r>
        <w:rPr>
          <w:rFonts w:ascii="Arial" w:hAnsi="Arial" w:cs="Arial"/>
          <w:sz w:val="24"/>
          <w:szCs w:val="24"/>
        </w:rPr>
        <w:tab/>
      </w:r>
    </w:p>
    <w:tbl>
      <w:tblPr>
        <w:tblStyle w:val="TableGrid"/>
        <w:tblW w:w="0" w:type="auto"/>
        <w:tblInd w:w="828" w:type="dxa"/>
        <w:tblLook w:val="04A0"/>
      </w:tblPr>
      <w:tblGrid>
        <w:gridCol w:w="8190"/>
      </w:tblGrid>
      <w:tr w:rsidR="00C90F36" w:rsidTr="00C90F36">
        <w:tc>
          <w:tcPr>
            <w:tcW w:w="8190" w:type="dxa"/>
          </w:tcPr>
          <w:p w:rsidR="00C90F36" w:rsidRDefault="00C90F36" w:rsidP="00C90F36">
            <w:pPr>
              <w:rPr>
                <w:rFonts w:ascii="Arial" w:hAnsi="Arial" w:cs="Arial"/>
                <w:sz w:val="24"/>
                <w:szCs w:val="24"/>
              </w:rPr>
            </w:pPr>
            <w:r>
              <w:rPr>
                <w:rFonts w:ascii="Arial" w:hAnsi="Arial" w:cs="Arial"/>
                <w:sz w:val="24"/>
                <w:szCs w:val="24"/>
              </w:rPr>
              <w:t>Coach:</w:t>
            </w:r>
            <w:r>
              <w:rPr>
                <w:rFonts w:ascii="Arial" w:hAnsi="Arial" w:cs="Arial"/>
                <w:sz w:val="24"/>
                <w:szCs w:val="24"/>
              </w:rPr>
              <w:tab/>
            </w:r>
          </w:p>
        </w:tc>
      </w:tr>
    </w:tbl>
    <w:p w:rsidR="00C90F36" w:rsidRDefault="00C90F36" w:rsidP="00C90F36">
      <w:pPr>
        <w:rPr>
          <w:rFonts w:ascii="Arial" w:hAnsi="Arial" w:cs="Arial"/>
          <w:sz w:val="24"/>
          <w:szCs w:val="24"/>
        </w:rPr>
      </w:pPr>
      <w:r>
        <w:rPr>
          <w:rFonts w:ascii="Arial" w:hAnsi="Arial" w:cs="Arial"/>
          <w:sz w:val="24"/>
          <w:szCs w:val="24"/>
        </w:rPr>
        <w:tab/>
      </w:r>
    </w:p>
    <w:p w:rsidR="00C90F36" w:rsidRDefault="00C90F36" w:rsidP="00C90F36">
      <w:pPr>
        <w:shd w:val="clear" w:color="auto" w:fill="346094"/>
        <w:spacing w:after="0" w:line="240" w:lineRule="auto"/>
        <w:jc w:val="center"/>
        <w:rPr>
          <w:rFonts w:ascii="Arial" w:hAnsi="Arial" w:cs="Arial"/>
          <w:b/>
          <w:color w:val="FFFFFF" w:themeColor="background1"/>
          <w:sz w:val="28"/>
          <w:szCs w:val="24"/>
        </w:rPr>
      </w:pPr>
      <w:r>
        <w:rPr>
          <w:rFonts w:ascii="Arial" w:hAnsi="Arial" w:cs="Arial"/>
          <w:b/>
          <w:color w:val="FFFFFF" w:themeColor="background1"/>
          <w:sz w:val="28"/>
          <w:szCs w:val="24"/>
        </w:rPr>
        <w:lastRenderedPageBreak/>
        <w:t>Current Knowledge / Skills Inventory</w:t>
      </w:r>
    </w:p>
    <w:p w:rsidR="00C90F36" w:rsidRPr="007D2474" w:rsidRDefault="00C90F36" w:rsidP="00C90F36">
      <w:pPr>
        <w:shd w:val="clear" w:color="auto" w:fill="346094"/>
        <w:spacing w:after="0" w:line="240" w:lineRule="auto"/>
        <w:jc w:val="center"/>
        <w:rPr>
          <w:rFonts w:ascii="Arial" w:hAnsi="Arial" w:cs="Arial"/>
          <w:b/>
          <w:color w:val="FFFFFF" w:themeColor="background1"/>
          <w:sz w:val="8"/>
          <w:szCs w:val="8"/>
        </w:rPr>
      </w:pPr>
    </w:p>
    <w:p w:rsidR="00C90F36" w:rsidRPr="00DF7101" w:rsidRDefault="00C90F36" w:rsidP="00C90F36">
      <w:pPr>
        <w:spacing w:after="0" w:line="240" w:lineRule="auto"/>
        <w:rPr>
          <w:rFonts w:ascii="Arial" w:hAnsi="Arial" w:cs="Arial"/>
          <w:b/>
          <w:color w:val="365F91" w:themeColor="accent1" w:themeShade="BF"/>
          <w:sz w:val="18"/>
          <w:szCs w:val="18"/>
        </w:rPr>
      </w:pPr>
    </w:p>
    <w:p w:rsidR="00C90F36" w:rsidRDefault="00C90F36" w:rsidP="00C90F36">
      <w:pPr>
        <w:spacing w:after="0" w:line="240" w:lineRule="auto"/>
        <w:rPr>
          <w:rFonts w:ascii="Arial" w:hAnsi="Arial" w:cs="Arial"/>
          <w:sz w:val="24"/>
          <w:szCs w:val="24"/>
        </w:rPr>
      </w:pPr>
      <w:r>
        <w:rPr>
          <w:rFonts w:ascii="Arial" w:hAnsi="Arial" w:cs="Arial"/>
          <w:sz w:val="24"/>
          <w:szCs w:val="24"/>
        </w:rPr>
        <w:t xml:space="preserve">Determining which learning objectives will make the most difference for you </w:t>
      </w:r>
      <w:proofErr w:type="gramStart"/>
      <w:r>
        <w:rPr>
          <w:rFonts w:ascii="Arial" w:hAnsi="Arial" w:cs="Arial"/>
          <w:sz w:val="24"/>
          <w:szCs w:val="24"/>
        </w:rPr>
        <w:t>requires</w:t>
      </w:r>
      <w:proofErr w:type="gramEnd"/>
      <w:r>
        <w:rPr>
          <w:rFonts w:ascii="Arial" w:hAnsi="Arial" w:cs="Arial"/>
          <w:sz w:val="24"/>
          <w:szCs w:val="24"/>
        </w:rPr>
        <w:t xml:space="preserve"> </w:t>
      </w:r>
      <w:r w:rsidR="00994F4E">
        <w:rPr>
          <w:rFonts w:ascii="Arial" w:hAnsi="Arial" w:cs="Arial"/>
          <w:sz w:val="24"/>
          <w:szCs w:val="24"/>
        </w:rPr>
        <w:t>i</w:t>
      </w:r>
      <w:r>
        <w:rPr>
          <w:rFonts w:ascii="Arial" w:hAnsi="Arial" w:cs="Arial"/>
          <w:sz w:val="24"/>
          <w:szCs w:val="24"/>
        </w:rPr>
        <w:t xml:space="preserve">nformation gathering, reflection and analysis. </w:t>
      </w:r>
      <w:r w:rsidRPr="00D00462">
        <w:rPr>
          <w:rFonts w:ascii="Arial" w:hAnsi="Arial" w:cs="Arial"/>
          <w:sz w:val="24"/>
          <w:szCs w:val="24"/>
        </w:rPr>
        <w:t xml:space="preserve">This </w:t>
      </w:r>
      <w:r>
        <w:rPr>
          <w:rFonts w:ascii="Arial" w:hAnsi="Arial" w:cs="Arial"/>
          <w:sz w:val="24"/>
          <w:szCs w:val="24"/>
        </w:rPr>
        <w:t xml:space="preserve">first </w:t>
      </w:r>
      <w:r w:rsidRPr="00D00462">
        <w:rPr>
          <w:rFonts w:ascii="Arial" w:hAnsi="Arial" w:cs="Arial"/>
          <w:sz w:val="24"/>
          <w:szCs w:val="24"/>
        </w:rPr>
        <w:t xml:space="preserve">section will help you gather the information you need to </w:t>
      </w:r>
      <w:r>
        <w:rPr>
          <w:rFonts w:ascii="Arial" w:hAnsi="Arial" w:cs="Arial"/>
          <w:sz w:val="24"/>
          <w:szCs w:val="24"/>
        </w:rPr>
        <w:t>examine where you currently are. Let’s begin by listing your strengths and experience</w:t>
      </w:r>
      <w:r w:rsidRPr="00D00462">
        <w:rPr>
          <w:rFonts w:ascii="Arial" w:hAnsi="Arial" w:cs="Arial"/>
          <w:sz w:val="24"/>
          <w:szCs w:val="24"/>
        </w:rPr>
        <w:t>.</w:t>
      </w:r>
    </w:p>
    <w:p w:rsidR="00C90F36" w:rsidRDefault="00C90F36" w:rsidP="00C90F36">
      <w:pPr>
        <w:spacing w:after="0" w:line="240" w:lineRule="auto"/>
        <w:rPr>
          <w:rFonts w:ascii="Arial" w:hAnsi="Arial" w:cs="Arial"/>
          <w:sz w:val="24"/>
          <w:szCs w:val="24"/>
        </w:rPr>
      </w:pPr>
    </w:p>
    <w:p w:rsidR="00C90F36" w:rsidRPr="00381045" w:rsidRDefault="00C90F36" w:rsidP="00C90F36">
      <w:pPr>
        <w:shd w:val="clear" w:color="auto" w:fill="E6EDF6"/>
        <w:rPr>
          <w:rFonts w:ascii="Arial" w:hAnsi="Arial" w:cs="Arial"/>
          <w:b/>
          <w:color w:val="346094"/>
          <w:sz w:val="24"/>
          <w:szCs w:val="20"/>
        </w:rPr>
      </w:pPr>
      <w:r>
        <w:rPr>
          <w:rFonts w:ascii="Arial" w:hAnsi="Arial" w:cs="Arial"/>
          <w:b/>
          <w:color w:val="346094"/>
          <w:sz w:val="24"/>
          <w:szCs w:val="20"/>
        </w:rPr>
        <w:t xml:space="preserve">Skills / Knowledge / Abilities / Competencies </w:t>
      </w:r>
      <w:r w:rsidRPr="00381045">
        <w:rPr>
          <w:rFonts w:ascii="Arial" w:hAnsi="Arial" w:cs="Arial"/>
          <w:color w:val="346094"/>
          <w:szCs w:val="20"/>
        </w:rPr>
        <w:t>(key strengths, best competencies, talents)</w:t>
      </w:r>
    </w:p>
    <w:tbl>
      <w:tblPr>
        <w:tblStyle w:val="TableGrid"/>
        <w:tblW w:w="0" w:type="auto"/>
        <w:tblLook w:val="04A0"/>
      </w:tblPr>
      <w:tblGrid>
        <w:gridCol w:w="10152"/>
      </w:tblGrid>
      <w:tr w:rsidR="00C90F36" w:rsidTr="00C90F36">
        <w:tc>
          <w:tcPr>
            <w:tcW w:w="10152" w:type="dxa"/>
          </w:tcPr>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6B39EF" w:rsidRDefault="006B39EF"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p w:rsidR="00C90F36" w:rsidRDefault="00C90F36" w:rsidP="00C90F36">
            <w:pPr>
              <w:rPr>
                <w:rFonts w:ascii="Arial" w:hAnsi="Arial" w:cs="Arial"/>
                <w:b/>
                <w:sz w:val="20"/>
                <w:szCs w:val="20"/>
              </w:rPr>
            </w:pPr>
          </w:p>
        </w:tc>
      </w:tr>
    </w:tbl>
    <w:p w:rsidR="00C90F36" w:rsidRDefault="00C90F36" w:rsidP="00C90F36">
      <w:pPr>
        <w:rPr>
          <w:rFonts w:ascii="Arial" w:hAnsi="Arial" w:cs="Arial"/>
          <w:b/>
          <w:sz w:val="20"/>
          <w:szCs w:val="20"/>
        </w:rPr>
      </w:pPr>
    </w:p>
    <w:p w:rsidR="00C90F36" w:rsidRPr="00381045" w:rsidRDefault="00C90F36" w:rsidP="00C90F36">
      <w:pPr>
        <w:shd w:val="clear" w:color="auto" w:fill="E6EDF6"/>
        <w:rPr>
          <w:rFonts w:ascii="Arial" w:hAnsi="Arial" w:cs="Arial"/>
          <w:b/>
          <w:color w:val="346094"/>
          <w:sz w:val="24"/>
          <w:szCs w:val="20"/>
        </w:rPr>
      </w:pPr>
      <w:r>
        <w:rPr>
          <w:rFonts w:ascii="Arial" w:hAnsi="Arial" w:cs="Arial"/>
          <w:b/>
          <w:color w:val="346094"/>
          <w:sz w:val="24"/>
          <w:szCs w:val="20"/>
        </w:rPr>
        <w:t>Certification / Licenses / Memberships</w:t>
      </w:r>
    </w:p>
    <w:tbl>
      <w:tblPr>
        <w:tblStyle w:val="TableGrid"/>
        <w:tblW w:w="0" w:type="auto"/>
        <w:tblLook w:val="04A0"/>
      </w:tblPr>
      <w:tblGrid>
        <w:gridCol w:w="10152"/>
      </w:tblGrid>
      <w:tr w:rsidR="00994F4E" w:rsidTr="00994F4E">
        <w:tc>
          <w:tcPr>
            <w:tcW w:w="10152" w:type="dxa"/>
          </w:tcPr>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6B39EF" w:rsidRDefault="006B39EF"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tc>
      </w:tr>
    </w:tbl>
    <w:p w:rsidR="00994F4E" w:rsidRDefault="00994F4E" w:rsidP="00C90F36">
      <w:pPr>
        <w:rPr>
          <w:rFonts w:ascii="Arial" w:hAnsi="Arial" w:cs="Arial"/>
          <w:b/>
          <w:sz w:val="20"/>
          <w:szCs w:val="20"/>
        </w:rPr>
      </w:pPr>
    </w:p>
    <w:p w:rsidR="00C90F36" w:rsidRPr="00381045" w:rsidRDefault="00C90F36" w:rsidP="00C90F36">
      <w:pPr>
        <w:shd w:val="clear" w:color="auto" w:fill="E6EDF6"/>
        <w:rPr>
          <w:rFonts w:ascii="Arial" w:hAnsi="Arial" w:cs="Arial"/>
          <w:b/>
          <w:color w:val="346094"/>
          <w:sz w:val="24"/>
          <w:szCs w:val="20"/>
        </w:rPr>
      </w:pPr>
      <w:r w:rsidRPr="0053553E">
        <w:rPr>
          <w:rFonts w:ascii="Arial" w:hAnsi="Arial" w:cs="Arial"/>
          <w:b/>
          <w:color w:val="346094"/>
          <w:sz w:val="24"/>
          <w:szCs w:val="20"/>
        </w:rPr>
        <w:t>Formal Education</w:t>
      </w:r>
    </w:p>
    <w:tbl>
      <w:tblPr>
        <w:tblStyle w:val="TableGrid"/>
        <w:tblW w:w="0" w:type="auto"/>
        <w:tblLook w:val="04A0"/>
      </w:tblPr>
      <w:tblGrid>
        <w:gridCol w:w="10152"/>
      </w:tblGrid>
      <w:tr w:rsidR="00994F4E" w:rsidTr="00994F4E">
        <w:tc>
          <w:tcPr>
            <w:tcW w:w="10152" w:type="dxa"/>
          </w:tcPr>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6B39EF" w:rsidRDefault="006B39EF"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p w:rsidR="00994F4E" w:rsidRDefault="00994F4E" w:rsidP="00C90F36">
            <w:pPr>
              <w:rPr>
                <w:rFonts w:ascii="Arial" w:hAnsi="Arial" w:cs="Arial"/>
                <w:b/>
                <w:sz w:val="20"/>
                <w:szCs w:val="20"/>
              </w:rPr>
            </w:pPr>
          </w:p>
        </w:tc>
      </w:tr>
    </w:tbl>
    <w:p w:rsidR="00F174C3" w:rsidRPr="00E42489" w:rsidRDefault="00F174C3" w:rsidP="00C90F36">
      <w:pPr>
        <w:rPr>
          <w:rFonts w:ascii="Arial" w:hAnsi="Arial" w:cs="Arial"/>
          <w:b/>
          <w:sz w:val="20"/>
          <w:szCs w:val="20"/>
        </w:rPr>
      </w:pPr>
    </w:p>
    <w:p w:rsidR="00C90F36" w:rsidRPr="004B01D7" w:rsidRDefault="00C90F36" w:rsidP="00C90F36">
      <w:pPr>
        <w:shd w:val="clear" w:color="auto" w:fill="346094"/>
        <w:spacing w:after="0" w:line="240" w:lineRule="auto"/>
        <w:jc w:val="center"/>
        <w:rPr>
          <w:rFonts w:ascii="Arial" w:hAnsi="Arial" w:cs="Arial"/>
          <w:b/>
          <w:color w:val="FFFFFF" w:themeColor="background1"/>
          <w:sz w:val="10"/>
          <w:szCs w:val="10"/>
        </w:rPr>
      </w:pPr>
    </w:p>
    <w:p w:rsidR="00C90F36" w:rsidRDefault="00C90F36" w:rsidP="00C90F36">
      <w:pPr>
        <w:shd w:val="clear" w:color="auto" w:fill="346094"/>
        <w:spacing w:after="0" w:line="240" w:lineRule="auto"/>
        <w:jc w:val="center"/>
        <w:rPr>
          <w:rFonts w:ascii="Arial" w:hAnsi="Arial" w:cs="Arial"/>
          <w:b/>
          <w:color w:val="FFFFFF" w:themeColor="background1"/>
          <w:sz w:val="28"/>
          <w:szCs w:val="24"/>
        </w:rPr>
      </w:pPr>
      <w:r>
        <w:rPr>
          <w:rFonts w:ascii="Arial" w:hAnsi="Arial" w:cs="Arial"/>
          <w:b/>
          <w:color w:val="FFFFFF" w:themeColor="background1"/>
          <w:sz w:val="28"/>
          <w:szCs w:val="24"/>
        </w:rPr>
        <w:t>Career Goals</w:t>
      </w:r>
    </w:p>
    <w:p w:rsidR="00C90F36" w:rsidRPr="007D2474" w:rsidRDefault="00C90F36" w:rsidP="00C90F36">
      <w:pPr>
        <w:shd w:val="clear" w:color="auto" w:fill="346094"/>
        <w:spacing w:after="0" w:line="240" w:lineRule="auto"/>
        <w:jc w:val="center"/>
        <w:rPr>
          <w:rFonts w:ascii="Arial" w:hAnsi="Arial" w:cs="Arial"/>
          <w:b/>
          <w:color w:val="FFFFFF" w:themeColor="background1"/>
          <w:sz w:val="8"/>
          <w:szCs w:val="8"/>
        </w:rPr>
      </w:pPr>
    </w:p>
    <w:p w:rsidR="00C90F36" w:rsidRPr="001B4624" w:rsidRDefault="00C90F36" w:rsidP="00C90F36">
      <w:pPr>
        <w:spacing w:after="0" w:line="240" w:lineRule="auto"/>
        <w:rPr>
          <w:rFonts w:ascii="Arial" w:hAnsi="Arial" w:cs="Arial"/>
          <w:b/>
          <w:color w:val="365F91" w:themeColor="accent1" w:themeShade="BF"/>
          <w:sz w:val="18"/>
          <w:szCs w:val="18"/>
        </w:rPr>
      </w:pPr>
    </w:p>
    <w:p w:rsidR="00C90F36" w:rsidRDefault="00C90F36" w:rsidP="00C90F36">
      <w:pPr>
        <w:spacing w:after="0" w:line="240" w:lineRule="auto"/>
        <w:rPr>
          <w:rFonts w:ascii="Arial" w:hAnsi="Arial" w:cs="Arial"/>
          <w:sz w:val="24"/>
          <w:szCs w:val="24"/>
        </w:rPr>
      </w:pPr>
      <w:r>
        <w:rPr>
          <w:rFonts w:ascii="Arial" w:hAnsi="Arial" w:cs="Arial"/>
          <w:sz w:val="24"/>
          <w:szCs w:val="24"/>
        </w:rPr>
        <w:t>In this section, the focus is on how you can use your knowledge and skills to achieve your career goals.</w:t>
      </w:r>
    </w:p>
    <w:p w:rsidR="00C90F36" w:rsidRDefault="00C90F36" w:rsidP="00C90F36">
      <w:pPr>
        <w:spacing w:after="0" w:line="240" w:lineRule="auto"/>
        <w:rPr>
          <w:rFonts w:ascii="Arial" w:hAnsi="Arial" w:cs="Arial"/>
          <w:b/>
          <w:color w:val="77BC1F"/>
          <w:sz w:val="24"/>
          <w:szCs w:val="24"/>
        </w:rPr>
      </w:pPr>
    </w:p>
    <w:p w:rsidR="00517AA5" w:rsidRPr="00381045" w:rsidRDefault="00517AA5" w:rsidP="00517AA5">
      <w:pPr>
        <w:shd w:val="clear" w:color="auto" w:fill="E6EDF6"/>
        <w:rPr>
          <w:rFonts w:ascii="Arial" w:hAnsi="Arial" w:cs="Arial"/>
          <w:b/>
          <w:color w:val="346094"/>
          <w:sz w:val="24"/>
          <w:szCs w:val="20"/>
        </w:rPr>
      </w:pPr>
      <w:r>
        <w:rPr>
          <w:rFonts w:ascii="Arial" w:hAnsi="Arial" w:cs="Arial"/>
          <w:b/>
          <w:color w:val="346094"/>
          <w:sz w:val="24"/>
          <w:szCs w:val="20"/>
        </w:rPr>
        <w:t>Present</w:t>
      </w:r>
    </w:p>
    <w:p w:rsidR="00C90F36" w:rsidRPr="0004178A" w:rsidRDefault="00C90F36" w:rsidP="00C90F36">
      <w:pPr>
        <w:spacing w:after="0" w:line="240" w:lineRule="auto"/>
        <w:rPr>
          <w:rFonts w:ascii="Arial" w:hAnsi="Arial" w:cs="Arial"/>
          <w:b/>
          <w:sz w:val="24"/>
          <w:szCs w:val="24"/>
        </w:rPr>
      </w:pPr>
      <w:r w:rsidRPr="0053553E">
        <w:rPr>
          <w:rFonts w:ascii="Arial" w:hAnsi="Arial" w:cs="Arial"/>
          <w:sz w:val="24"/>
          <w:szCs w:val="24"/>
        </w:rPr>
        <w:t>Think about your per</w:t>
      </w:r>
      <w:r>
        <w:rPr>
          <w:rFonts w:ascii="Arial" w:hAnsi="Arial" w:cs="Arial"/>
          <w:sz w:val="24"/>
          <w:szCs w:val="24"/>
        </w:rPr>
        <w:t xml:space="preserve">formance in your current role and </w:t>
      </w:r>
      <w:r w:rsidRPr="0053553E">
        <w:rPr>
          <w:rFonts w:ascii="Arial" w:hAnsi="Arial" w:cs="Arial"/>
          <w:sz w:val="24"/>
          <w:szCs w:val="24"/>
        </w:rPr>
        <w:t>the gaps between your capabilities and the requirements of your current job</w:t>
      </w:r>
      <w:r>
        <w:rPr>
          <w:rFonts w:ascii="Arial" w:hAnsi="Arial" w:cs="Arial"/>
          <w:sz w:val="24"/>
          <w:szCs w:val="24"/>
        </w:rPr>
        <w:t xml:space="preserve">. </w:t>
      </w:r>
    </w:p>
    <w:p w:rsidR="00C90F36" w:rsidRPr="0053553E" w:rsidRDefault="00C90F36" w:rsidP="00C90F36">
      <w:pPr>
        <w:spacing w:after="0" w:line="240" w:lineRule="auto"/>
        <w:rPr>
          <w:rFonts w:ascii="Arial" w:hAnsi="Arial" w:cs="Arial"/>
          <w:sz w:val="24"/>
          <w:szCs w:val="24"/>
        </w:rPr>
      </w:pPr>
    </w:p>
    <w:p w:rsidR="00C90F36" w:rsidRDefault="00C90F36" w:rsidP="00C90F36">
      <w:pPr>
        <w:pStyle w:val="ListParagraph"/>
        <w:numPr>
          <w:ilvl w:val="0"/>
          <w:numId w:val="6"/>
        </w:numPr>
        <w:spacing w:after="0" w:line="240" w:lineRule="auto"/>
        <w:ind w:left="450"/>
        <w:rPr>
          <w:rFonts w:ascii="Arial" w:hAnsi="Arial" w:cs="Arial"/>
          <w:sz w:val="24"/>
          <w:szCs w:val="24"/>
        </w:rPr>
      </w:pPr>
      <w:r w:rsidRPr="0053553E">
        <w:rPr>
          <w:rFonts w:ascii="Arial" w:hAnsi="Arial" w:cs="Arial"/>
          <w:sz w:val="24"/>
          <w:szCs w:val="24"/>
        </w:rPr>
        <w:t xml:space="preserve">I would excel in my current job </w:t>
      </w:r>
      <w:r>
        <w:rPr>
          <w:rFonts w:ascii="Arial" w:hAnsi="Arial" w:cs="Arial"/>
          <w:sz w:val="24"/>
          <w:szCs w:val="24"/>
        </w:rPr>
        <w:t xml:space="preserve">if I improved: </w:t>
      </w:r>
    </w:p>
    <w:tbl>
      <w:tblPr>
        <w:tblStyle w:val="TableGrid"/>
        <w:tblW w:w="0" w:type="auto"/>
        <w:tblInd w:w="450" w:type="dxa"/>
        <w:tblLook w:val="04A0"/>
      </w:tblPr>
      <w:tblGrid>
        <w:gridCol w:w="9702"/>
      </w:tblGrid>
      <w:tr w:rsidR="00927B28" w:rsidTr="00927B28">
        <w:tc>
          <w:tcPr>
            <w:tcW w:w="10152" w:type="dxa"/>
          </w:tcPr>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tc>
      </w:tr>
    </w:tbl>
    <w:p w:rsidR="00C90F36" w:rsidRPr="00E42489" w:rsidRDefault="00C90F36" w:rsidP="00C90F36">
      <w:pPr>
        <w:spacing w:after="0" w:line="240" w:lineRule="auto"/>
        <w:ind w:left="450"/>
        <w:rPr>
          <w:rFonts w:ascii="Arial" w:hAnsi="Arial" w:cs="Arial"/>
          <w:sz w:val="14"/>
          <w:szCs w:val="14"/>
        </w:rPr>
      </w:pPr>
    </w:p>
    <w:p w:rsidR="00C90F36" w:rsidRPr="0053553E" w:rsidRDefault="00C90F36" w:rsidP="00C90F36">
      <w:pPr>
        <w:pStyle w:val="ListParagraph"/>
        <w:numPr>
          <w:ilvl w:val="0"/>
          <w:numId w:val="6"/>
        </w:numPr>
        <w:spacing w:after="0" w:line="240" w:lineRule="auto"/>
        <w:ind w:left="450"/>
        <w:rPr>
          <w:rFonts w:ascii="Arial" w:hAnsi="Arial" w:cs="Arial"/>
          <w:sz w:val="24"/>
          <w:szCs w:val="24"/>
        </w:rPr>
      </w:pPr>
      <w:r w:rsidRPr="0053553E">
        <w:rPr>
          <w:rFonts w:ascii="Arial" w:hAnsi="Arial" w:cs="Arial"/>
          <w:sz w:val="24"/>
          <w:szCs w:val="24"/>
        </w:rPr>
        <w:t>I would fix an ongoing problem if I developed</w:t>
      </w:r>
      <w:r>
        <w:rPr>
          <w:rFonts w:ascii="Arial" w:hAnsi="Arial" w:cs="Arial"/>
          <w:sz w:val="24"/>
          <w:szCs w:val="24"/>
        </w:rPr>
        <w:t xml:space="preserve"> the following skills:</w:t>
      </w:r>
      <w:r w:rsidRPr="0053553E">
        <w:rPr>
          <w:rFonts w:ascii="Arial" w:hAnsi="Arial" w:cs="Arial"/>
          <w:sz w:val="24"/>
          <w:szCs w:val="24"/>
        </w:rPr>
        <w:t xml:space="preserve"> </w:t>
      </w:r>
    </w:p>
    <w:tbl>
      <w:tblPr>
        <w:tblStyle w:val="TableGrid"/>
        <w:tblW w:w="0" w:type="auto"/>
        <w:tblInd w:w="450" w:type="dxa"/>
        <w:tblLook w:val="04A0"/>
      </w:tblPr>
      <w:tblGrid>
        <w:gridCol w:w="9702"/>
      </w:tblGrid>
      <w:tr w:rsidR="00927B28" w:rsidTr="00927B28">
        <w:tc>
          <w:tcPr>
            <w:tcW w:w="10152" w:type="dxa"/>
          </w:tcPr>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tc>
      </w:tr>
    </w:tbl>
    <w:p w:rsidR="00927B28" w:rsidRPr="00927B28" w:rsidRDefault="00927B28" w:rsidP="00927B28">
      <w:pPr>
        <w:spacing w:after="0" w:line="240" w:lineRule="auto"/>
        <w:rPr>
          <w:rFonts w:ascii="Arial" w:hAnsi="Arial" w:cs="Arial"/>
          <w:sz w:val="24"/>
          <w:szCs w:val="24"/>
        </w:rPr>
      </w:pPr>
    </w:p>
    <w:p w:rsidR="00C90F36" w:rsidRPr="0004178A" w:rsidRDefault="00C90F36" w:rsidP="00C90F36">
      <w:pPr>
        <w:pStyle w:val="ListParagraph"/>
        <w:numPr>
          <w:ilvl w:val="0"/>
          <w:numId w:val="6"/>
        </w:numPr>
        <w:spacing w:after="0" w:line="240" w:lineRule="auto"/>
        <w:ind w:left="450"/>
        <w:rPr>
          <w:rFonts w:ascii="Arial" w:hAnsi="Arial" w:cs="Arial"/>
          <w:sz w:val="24"/>
          <w:szCs w:val="24"/>
        </w:rPr>
      </w:pPr>
      <w:r w:rsidRPr="0053553E">
        <w:rPr>
          <w:rFonts w:ascii="Arial" w:hAnsi="Arial" w:cs="Arial"/>
          <w:sz w:val="24"/>
          <w:szCs w:val="24"/>
        </w:rPr>
        <w:t>Based on my previous performance reviews, feedback and conversations with my supervisor, I have been told more than once that I could improve:</w:t>
      </w:r>
    </w:p>
    <w:tbl>
      <w:tblPr>
        <w:tblStyle w:val="TableGrid"/>
        <w:tblW w:w="0" w:type="auto"/>
        <w:tblInd w:w="450" w:type="dxa"/>
        <w:tblLook w:val="04A0"/>
      </w:tblPr>
      <w:tblGrid>
        <w:gridCol w:w="9702"/>
      </w:tblGrid>
      <w:tr w:rsidR="00927B28" w:rsidTr="00927B28">
        <w:tc>
          <w:tcPr>
            <w:tcW w:w="10152" w:type="dxa"/>
          </w:tcPr>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p w:rsidR="00927B28" w:rsidRDefault="00927B28" w:rsidP="00C90F36">
            <w:pPr>
              <w:spacing w:line="360" w:lineRule="auto"/>
              <w:rPr>
                <w:rFonts w:ascii="Arial" w:hAnsi="Arial" w:cs="Arial"/>
                <w:sz w:val="24"/>
                <w:szCs w:val="24"/>
              </w:rPr>
            </w:pPr>
          </w:p>
        </w:tc>
      </w:tr>
    </w:tbl>
    <w:p w:rsidR="00C90F36" w:rsidRPr="00C05383" w:rsidRDefault="00C90F36" w:rsidP="00C90F36">
      <w:pPr>
        <w:spacing w:after="0" w:line="360" w:lineRule="auto"/>
        <w:ind w:left="450"/>
        <w:rPr>
          <w:rFonts w:ascii="Arial" w:hAnsi="Arial" w:cs="Arial"/>
          <w:sz w:val="10"/>
          <w:szCs w:val="10"/>
        </w:rPr>
      </w:pPr>
    </w:p>
    <w:p w:rsidR="00000305" w:rsidRPr="00381045" w:rsidRDefault="00000305" w:rsidP="00000305">
      <w:pPr>
        <w:shd w:val="clear" w:color="auto" w:fill="E6EDF6"/>
        <w:rPr>
          <w:rFonts w:ascii="Arial" w:hAnsi="Arial" w:cs="Arial"/>
          <w:b/>
          <w:color w:val="346094"/>
          <w:sz w:val="24"/>
          <w:szCs w:val="20"/>
        </w:rPr>
      </w:pPr>
      <w:r>
        <w:rPr>
          <w:rFonts w:ascii="Arial" w:hAnsi="Arial" w:cs="Arial"/>
          <w:b/>
          <w:color w:val="346094"/>
          <w:sz w:val="24"/>
          <w:szCs w:val="20"/>
        </w:rPr>
        <w:t>Future</w:t>
      </w:r>
    </w:p>
    <w:p w:rsidR="00C90F36" w:rsidRPr="0053553E" w:rsidRDefault="00C90F36" w:rsidP="00C90F36">
      <w:pPr>
        <w:spacing w:after="0" w:line="240" w:lineRule="auto"/>
        <w:rPr>
          <w:rFonts w:ascii="Arial" w:hAnsi="Arial" w:cs="Arial"/>
          <w:sz w:val="24"/>
          <w:szCs w:val="24"/>
        </w:rPr>
      </w:pPr>
      <w:r>
        <w:rPr>
          <w:rFonts w:ascii="Arial" w:hAnsi="Arial" w:cs="Arial"/>
          <w:sz w:val="24"/>
          <w:szCs w:val="24"/>
        </w:rPr>
        <w:t>T</w:t>
      </w:r>
      <w:r w:rsidRPr="0053553E">
        <w:rPr>
          <w:rFonts w:ascii="Arial" w:hAnsi="Arial" w:cs="Arial"/>
          <w:sz w:val="24"/>
          <w:szCs w:val="24"/>
        </w:rPr>
        <w:t>o look for gaps be</w:t>
      </w:r>
      <w:r>
        <w:rPr>
          <w:rFonts w:ascii="Arial" w:hAnsi="Arial" w:cs="Arial"/>
          <w:sz w:val="24"/>
          <w:szCs w:val="24"/>
        </w:rPr>
        <w:t xml:space="preserve">tween your current capabilities </w:t>
      </w:r>
      <w:r w:rsidRPr="0053553E">
        <w:rPr>
          <w:rFonts w:ascii="Arial" w:hAnsi="Arial" w:cs="Arial"/>
          <w:sz w:val="24"/>
          <w:szCs w:val="24"/>
        </w:rPr>
        <w:t>and what you need in the future, talk to your supervisor</w:t>
      </w:r>
      <w:r w:rsidR="00927B28">
        <w:rPr>
          <w:rFonts w:ascii="Arial" w:hAnsi="Arial" w:cs="Arial"/>
          <w:sz w:val="24"/>
          <w:szCs w:val="24"/>
        </w:rPr>
        <w:t>, coach</w:t>
      </w:r>
      <w:r w:rsidR="00C7341D">
        <w:rPr>
          <w:rFonts w:ascii="Arial" w:hAnsi="Arial" w:cs="Arial"/>
          <w:sz w:val="24"/>
          <w:szCs w:val="24"/>
        </w:rPr>
        <w:t>,</w:t>
      </w:r>
      <w:r w:rsidRPr="0053553E">
        <w:rPr>
          <w:rFonts w:ascii="Arial" w:hAnsi="Arial" w:cs="Arial"/>
          <w:sz w:val="24"/>
          <w:szCs w:val="24"/>
        </w:rPr>
        <w:t xml:space="preserve"> and others about how the organization’s plans co</w:t>
      </w:r>
      <w:r>
        <w:rPr>
          <w:rFonts w:ascii="Arial" w:hAnsi="Arial" w:cs="Arial"/>
          <w:sz w:val="24"/>
          <w:szCs w:val="24"/>
        </w:rPr>
        <w:t xml:space="preserve">uld affect </w:t>
      </w:r>
      <w:r>
        <w:rPr>
          <w:rFonts w:ascii="Arial" w:hAnsi="Arial" w:cs="Arial"/>
          <w:sz w:val="24"/>
          <w:szCs w:val="24"/>
        </w:rPr>
        <w:br/>
        <w:t xml:space="preserve">your opportunities. </w:t>
      </w:r>
      <w:r w:rsidRPr="0053553E">
        <w:rPr>
          <w:rFonts w:ascii="Arial" w:hAnsi="Arial" w:cs="Arial"/>
          <w:sz w:val="24"/>
          <w:szCs w:val="24"/>
        </w:rPr>
        <w:t xml:space="preserve">You can also map out your most likely and preferred future roles. Talk with people in those roles to understand which skills distinguish those who succeed from those who do not. Then fill in the blanks to </w:t>
      </w:r>
      <w:r>
        <w:rPr>
          <w:rFonts w:ascii="Arial" w:hAnsi="Arial" w:cs="Arial"/>
          <w:sz w:val="24"/>
          <w:szCs w:val="24"/>
        </w:rPr>
        <w:t>the following</w:t>
      </w:r>
      <w:r w:rsidRPr="0053553E">
        <w:rPr>
          <w:rFonts w:ascii="Arial" w:hAnsi="Arial" w:cs="Arial"/>
          <w:sz w:val="24"/>
          <w:szCs w:val="24"/>
        </w:rPr>
        <w:t xml:space="preserve"> questions.</w:t>
      </w:r>
    </w:p>
    <w:p w:rsidR="00C90F36" w:rsidRPr="0053553E" w:rsidRDefault="00C90F36" w:rsidP="00C90F36">
      <w:pPr>
        <w:spacing w:after="0" w:line="240" w:lineRule="auto"/>
        <w:rPr>
          <w:rFonts w:ascii="Arial" w:hAnsi="Arial" w:cs="Arial"/>
          <w:sz w:val="24"/>
          <w:szCs w:val="24"/>
        </w:rPr>
      </w:pPr>
    </w:p>
    <w:p w:rsidR="00C90F36" w:rsidRPr="0004178A" w:rsidRDefault="00C90F36" w:rsidP="00C90F36">
      <w:pPr>
        <w:pStyle w:val="ListParagraph"/>
        <w:numPr>
          <w:ilvl w:val="0"/>
          <w:numId w:val="7"/>
        </w:numPr>
        <w:spacing w:after="0" w:line="240" w:lineRule="auto"/>
        <w:ind w:left="450"/>
        <w:rPr>
          <w:rFonts w:ascii="Arial" w:hAnsi="Arial" w:cs="Arial"/>
          <w:sz w:val="24"/>
          <w:szCs w:val="24"/>
        </w:rPr>
      </w:pPr>
      <w:r w:rsidRPr="0053553E">
        <w:rPr>
          <w:rFonts w:ascii="Arial" w:hAnsi="Arial" w:cs="Arial"/>
          <w:sz w:val="24"/>
          <w:szCs w:val="24"/>
        </w:rPr>
        <w:t>In the future, the County will need people who are good at:</w:t>
      </w:r>
    </w:p>
    <w:tbl>
      <w:tblPr>
        <w:tblStyle w:val="TableGrid"/>
        <w:tblW w:w="0" w:type="auto"/>
        <w:tblInd w:w="450" w:type="dxa"/>
        <w:tblLook w:val="04A0"/>
      </w:tblPr>
      <w:tblGrid>
        <w:gridCol w:w="9702"/>
      </w:tblGrid>
      <w:tr w:rsidR="00C7341D" w:rsidTr="00C7341D">
        <w:tc>
          <w:tcPr>
            <w:tcW w:w="10152" w:type="dxa"/>
          </w:tcPr>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tc>
      </w:tr>
    </w:tbl>
    <w:p w:rsidR="00CA71E6" w:rsidRPr="00CA71E6" w:rsidRDefault="00CA71E6" w:rsidP="00CA71E6">
      <w:pPr>
        <w:spacing w:after="0" w:line="240" w:lineRule="auto"/>
        <w:ind w:left="90"/>
        <w:rPr>
          <w:rFonts w:ascii="Arial" w:hAnsi="Arial" w:cs="Arial"/>
          <w:sz w:val="24"/>
          <w:szCs w:val="24"/>
        </w:rPr>
      </w:pPr>
    </w:p>
    <w:p w:rsidR="00C90F36" w:rsidRPr="0053553E" w:rsidRDefault="00C90F36" w:rsidP="00C90F36">
      <w:pPr>
        <w:pStyle w:val="ListParagraph"/>
        <w:numPr>
          <w:ilvl w:val="0"/>
          <w:numId w:val="7"/>
        </w:numPr>
        <w:spacing w:after="0" w:line="240" w:lineRule="auto"/>
        <w:ind w:left="450"/>
        <w:rPr>
          <w:rFonts w:ascii="Arial" w:hAnsi="Arial" w:cs="Arial"/>
          <w:sz w:val="24"/>
          <w:szCs w:val="24"/>
        </w:rPr>
      </w:pPr>
      <w:r w:rsidRPr="0053553E">
        <w:rPr>
          <w:rFonts w:ascii="Arial" w:hAnsi="Arial" w:cs="Arial"/>
          <w:sz w:val="24"/>
          <w:szCs w:val="24"/>
        </w:rPr>
        <w:lastRenderedPageBreak/>
        <w:t>Some future career goals (or positions) I’m considering are:</w:t>
      </w:r>
    </w:p>
    <w:tbl>
      <w:tblPr>
        <w:tblStyle w:val="TableGrid"/>
        <w:tblW w:w="0" w:type="auto"/>
        <w:tblInd w:w="450" w:type="dxa"/>
        <w:tblLook w:val="04A0"/>
      </w:tblPr>
      <w:tblGrid>
        <w:gridCol w:w="9702"/>
      </w:tblGrid>
      <w:tr w:rsidR="00C7341D" w:rsidTr="00C7341D">
        <w:tc>
          <w:tcPr>
            <w:tcW w:w="10152" w:type="dxa"/>
          </w:tcPr>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tc>
      </w:tr>
    </w:tbl>
    <w:p w:rsidR="00C7341D" w:rsidRDefault="00C7341D" w:rsidP="00C90F36">
      <w:pPr>
        <w:spacing w:after="0"/>
        <w:ind w:left="450"/>
        <w:rPr>
          <w:rFonts w:ascii="Arial" w:hAnsi="Arial" w:cs="Arial"/>
          <w:sz w:val="24"/>
          <w:szCs w:val="24"/>
        </w:rPr>
      </w:pPr>
    </w:p>
    <w:p w:rsidR="00C90F36" w:rsidRPr="00E42489" w:rsidRDefault="00C90F36" w:rsidP="00C90F36">
      <w:pPr>
        <w:pStyle w:val="ListParagraph"/>
        <w:numPr>
          <w:ilvl w:val="0"/>
          <w:numId w:val="7"/>
        </w:numPr>
        <w:spacing w:after="0" w:line="240" w:lineRule="auto"/>
        <w:ind w:left="450"/>
        <w:rPr>
          <w:rFonts w:ascii="Arial" w:hAnsi="Arial" w:cs="Arial"/>
          <w:sz w:val="24"/>
          <w:szCs w:val="24"/>
        </w:rPr>
      </w:pPr>
      <w:r w:rsidRPr="00E42489">
        <w:rPr>
          <w:rFonts w:ascii="Arial" w:hAnsi="Arial" w:cs="Arial"/>
          <w:sz w:val="24"/>
          <w:szCs w:val="24"/>
        </w:rPr>
        <w:t xml:space="preserve">As I envision my future career, the main things I need to learn </w:t>
      </w:r>
      <w:r w:rsidR="00C7341D">
        <w:rPr>
          <w:rFonts w:ascii="Arial" w:hAnsi="Arial" w:cs="Arial"/>
          <w:sz w:val="24"/>
          <w:szCs w:val="24"/>
        </w:rPr>
        <w:t xml:space="preserve">and the 2-3 competencies I need to develop most </w:t>
      </w:r>
      <w:r w:rsidRPr="00E42489">
        <w:rPr>
          <w:rFonts w:ascii="Arial" w:hAnsi="Arial" w:cs="Arial"/>
          <w:sz w:val="24"/>
          <w:szCs w:val="24"/>
        </w:rPr>
        <w:t>are:</w:t>
      </w:r>
    </w:p>
    <w:tbl>
      <w:tblPr>
        <w:tblStyle w:val="TableGrid"/>
        <w:tblW w:w="0" w:type="auto"/>
        <w:tblInd w:w="450" w:type="dxa"/>
        <w:tblLook w:val="04A0"/>
      </w:tblPr>
      <w:tblGrid>
        <w:gridCol w:w="9702"/>
      </w:tblGrid>
      <w:tr w:rsidR="00C7341D" w:rsidTr="00C7341D">
        <w:tc>
          <w:tcPr>
            <w:tcW w:w="10152" w:type="dxa"/>
          </w:tcPr>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p w:rsidR="006B39EF" w:rsidRDefault="006B39EF" w:rsidP="00C90F36">
            <w:pPr>
              <w:rPr>
                <w:rFonts w:ascii="Arial" w:hAnsi="Arial" w:cs="Arial"/>
                <w:sz w:val="24"/>
                <w:szCs w:val="24"/>
              </w:rPr>
            </w:pPr>
          </w:p>
          <w:p w:rsidR="006B39EF" w:rsidRDefault="006B39EF" w:rsidP="00C90F36">
            <w:pPr>
              <w:rPr>
                <w:rFonts w:ascii="Arial" w:hAnsi="Arial" w:cs="Arial"/>
                <w:sz w:val="24"/>
                <w:szCs w:val="24"/>
              </w:rPr>
            </w:pPr>
          </w:p>
          <w:p w:rsidR="006B39EF" w:rsidRDefault="006B39EF" w:rsidP="00C90F36">
            <w:pPr>
              <w:rPr>
                <w:rFonts w:ascii="Arial" w:hAnsi="Arial" w:cs="Arial"/>
                <w:sz w:val="24"/>
                <w:szCs w:val="24"/>
              </w:rPr>
            </w:pPr>
          </w:p>
          <w:p w:rsidR="006B39EF" w:rsidRDefault="006B39EF" w:rsidP="00C90F36">
            <w:pPr>
              <w:rPr>
                <w:rFonts w:ascii="Arial" w:hAnsi="Arial" w:cs="Arial"/>
                <w:sz w:val="24"/>
                <w:szCs w:val="24"/>
              </w:rPr>
            </w:pPr>
          </w:p>
          <w:p w:rsidR="006B39EF" w:rsidRDefault="006B39EF" w:rsidP="00C90F36">
            <w:pPr>
              <w:rPr>
                <w:rFonts w:ascii="Arial" w:hAnsi="Arial" w:cs="Arial"/>
                <w:sz w:val="24"/>
                <w:szCs w:val="24"/>
              </w:rPr>
            </w:pPr>
          </w:p>
          <w:p w:rsidR="00C7341D" w:rsidRDefault="00C7341D" w:rsidP="00C90F36">
            <w:pPr>
              <w:rPr>
                <w:rFonts w:ascii="Arial" w:hAnsi="Arial" w:cs="Arial"/>
                <w:sz w:val="24"/>
                <w:szCs w:val="24"/>
              </w:rPr>
            </w:pPr>
          </w:p>
          <w:p w:rsidR="00C7341D" w:rsidRDefault="00C7341D" w:rsidP="00C90F36">
            <w:pPr>
              <w:rPr>
                <w:rFonts w:ascii="Arial" w:hAnsi="Arial" w:cs="Arial"/>
                <w:sz w:val="24"/>
                <w:szCs w:val="24"/>
              </w:rPr>
            </w:pPr>
          </w:p>
        </w:tc>
      </w:tr>
    </w:tbl>
    <w:p w:rsidR="00C7341D" w:rsidRDefault="00C7341D" w:rsidP="00C90F36">
      <w:pPr>
        <w:spacing w:after="0"/>
        <w:ind w:left="450"/>
        <w:rPr>
          <w:rFonts w:ascii="Arial" w:hAnsi="Arial" w:cs="Arial"/>
          <w:sz w:val="24"/>
          <w:szCs w:val="24"/>
        </w:rPr>
      </w:pPr>
    </w:p>
    <w:p w:rsidR="00C90F36" w:rsidRDefault="00C90F36" w:rsidP="00C90F36">
      <w:pPr>
        <w:shd w:val="clear" w:color="auto" w:fill="346094"/>
        <w:spacing w:after="0" w:line="240" w:lineRule="auto"/>
        <w:jc w:val="center"/>
        <w:rPr>
          <w:rFonts w:ascii="Arial" w:hAnsi="Arial" w:cs="Arial"/>
          <w:b/>
          <w:color w:val="FFFFFF" w:themeColor="background1"/>
          <w:sz w:val="10"/>
          <w:szCs w:val="10"/>
        </w:rPr>
      </w:pPr>
    </w:p>
    <w:p w:rsidR="00C90F36" w:rsidRDefault="00C90F36" w:rsidP="00C90F36">
      <w:pPr>
        <w:shd w:val="clear" w:color="auto" w:fill="346094"/>
        <w:spacing w:after="0" w:line="240" w:lineRule="auto"/>
        <w:jc w:val="center"/>
        <w:rPr>
          <w:rFonts w:ascii="Arial" w:hAnsi="Arial" w:cs="Arial"/>
          <w:b/>
          <w:color w:val="FFFFFF" w:themeColor="background1"/>
          <w:sz w:val="28"/>
          <w:szCs w:val="24"/>
        </w:rPr>
      </w:pPr>
      <w:r>
        <w:rPr>
          <w:rFonts w:ascii="Arial" w:hAnsi="Arial" w:cs="Arial"/>
          <w:b/>
          <w:color w:val="FFFFFF" w:themeColor="background1"/>
          <w:sz w:val="28"/>
          <w:szCs w:val="24"/>
        </w:rPr>
        <w:t>Learning Action Plan (</w:t>
      </w:r>
      <w:r w:rsidR="00417C20">
        <w:rPr>
          <w:rFonts w:ascii="Arial" w:hAnsi="Arial" w:cs="Arial"/>
          <w:b/>
          <w:i/>
          <w:color w:val="FFFFFF" w:themeColor="background1"/>
          <w:sz w:val="28"/>
          <w:szCs w:val="24"/>
        </w:rPr>
        <w:t>Navigator</w:t>
      </w:r>
      <w:r>
        <w:rPr>
          <w:rFonts w:ascii="Arial" w:hAnsi="Arial" w:cs="Arial"/>
          <w:b/>
          <w:color w:val="FFFFFF" w:themeColor="background1"/>
          <w:sz w:val="28"/>
          <w:szCs w:val="24"/>
        </w:rPr>
        <w:t>)</w:t>
      </w:r>
    </w:p>
    <w:p w:rsidR="00C90F36" w:rsidRPr="007D2474" w:rsidRDefault="00C90F36" w:rsidP="00C90F36">
      <w:pPr>
        <w:shd w:val="clear" w:color="auto" w:fill="346094"/>
        <w:spacing w:after="0" w:line="240" w:lineRule="auto"/>
        <w:jc w:val="center"/>
        <w:rPr>
          <w:rFonts w:ascii="Arial" w:hAnsi="Arial" w:cs="Arial"/>
          <w:b/>
          <w:color w:val="FFFFFF" w:themeColor="background1"/>
          <w:sz w:val="8"/>
          <w:szCs w:val="8"/>
        </w:rPr>
      </w:pPr>
    </w:p>
    <w:p w:rsidR="00C90F36" w:rsidRDefault="00C90F36" w:rsidP="00C90F36">
      <w:pPr>
        <w:spacing w:after="0" w:line="240" w:lineRule="auto"/>
        <w:rPr>
          <w:rFonts w:ascii="Arial" w:hAnsi="Arial" w:cs="Arial"/>
          <w:sz w:val="24"/>
          <w:szCs w:val="24"/>
        </w:rPr>
      </w:pPr>
    </w:p>
    <w:p w:rsidR="00C90F36" w:rsidRPr="007D2474" w:rsidRDefault="00C90F36" w:rsidP="00C90F36">
      <w:pPr>
        <w:spacing w:after="0" w:line="240" w:lineRule="auto"/>
        <w:ind w:left="3150"/>
        <w:rPr>
          <w:rFonts w:ascii="Arial" w:hAnsi="Arial" w:cs="Arial"/>
          <w:sz w:val="24"/>
          <w:szCs w:val="24"/>
        </w:rPr>
      </w:pPr>
      <w:r>
        <w:rPr>
          <w:rFonts w:ascii="Arial" w:hAnsi="Arial" w:cs="Arial"/>
          <w:noProof/>
          <w:sz w:val="24"/>
          <w:szCs w:val="24"/>
        </w:rPr>
        <w:drawing>
          <wp:anchor distT="0" distB="0" distL="114300" distR="114300" simplePos="0" relativeHeight="251668480" behindDoc="0" locked="0" layoutInCell="1" allowOverlap="1">
            <wp:simplePos x="0" y="0"/>
            <wp:positionH relativeFrom="column">
              <wp:posOffset>3810</wp:posOffset>
            </wp:positionH>
            <wp:positionV relativeFrom="paragraph">
              <wp:posOffset>15240</wp:posOffset>
            </wp:positionV>
            <wp:extent cx="1893570" cy="1303020"/>
            <wp:effectExtent l="19050" t="0" r="0" b="0"/>
            <wp:wrapNone/>
            <wp:docPr id="5" name="Picture 0" descr="pie-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chart.jpg"/>
                    <pic:cNvPicPr/>
                  </pic:nvPicPr>
                  <pic:blipFill>
                    <a:blip r:embed="rId9" cstate="print"/>
                    <a:stretch>
                      <a:fillRect/>
                    </a:stretch>
                  </pic:blipFill>
                  <pic:spPr>
                    <a:xfrm>
                      <a:off x="0" y="0"/>
                      <a:ext cx="1893570" cy="1303020"/>
                    </a:xfrm>
                    <a:prstGeom prst="rect">
                      <a:avLst/>
                    </a:prstGeom>
                  </pic:spPr>
                </pic:pic>
              </a:graphicData>
            </a:graphic>
          </wp:anchor>
        </w:drawing>
      </w:r>
      <w:r w:rsidRPr="007D2474">
        <w:rPr>
          <w:rFonts w:ascii="Arial" w:hAnsi="Arial" w:cs="Arial"/>
          <w:sz w:val="24"/>
          <w:szCs w:val="24"/>
        </w:rPr>
        <w:t xml:space="preserve">It’s </w:t>
      </w:r>
      <w:r>
        <w:rPr>
          <w:rFonts w:ascii="Arial" w:hAnsi="Arial" w:cs="Arial"/>
          <w:sz w:val="24"/>
          <w:szCs w:val="24"/>
        </w:rPr>
        <w:t xml:space="preserve">time </w:t>
      </w:r>
      <w:r w:rsidRPr="007D2474">
        <w:rPr>
          <w:rFonts w:ascii="Arial" w:hAnsi="Arial" w:cs="Arial"/>
          <w:sz w:val="24"/>
          <w:szCs w:val="24"/>
        </w:rPr>
        <w:t xml:space="preserve">to map out an </w:t>
      </w:r>
      <w:r>
        <w:rPr>
          <w:rFonts w:ascii="Arial" w:hAnsi="Arial" w:cs="Arial"/>
          <w:sz w:val="24"/>
          <w:szCs w:val="24"/>
        </w:rPr>
        <w:t>A</w:t>
      </w:r>
      <w:r w:rsidRPr="007D2474">
        <w:rPr>
          <w:rFonts w:ascii="Arial" w:hAnsi="Arial" w:cs="Arial"/>
          <w:sz w:val="24"/>
          <w:szCs w:val="24"/>
        </w:rPr>
        <w:t xml:space="preserve">ction </w:t>
      </w:r>
      <w:r>
        <w:rPr>
          <w:rFonts w:ascii="Arial" w:hAnsi="Arial" w:cs="Arial"/>
          <w:sz w:val="24"/>
          <w:szCs w:val="24"/>
        </w:rPr>
        <w:t>P</w:t>
      </w:r>
      <w:r w:rsidRPr="007D2474">
        <w:rPr>
          <w:rFonts w:ascii="Arial" w:hAnsi="Arial" w:cs="Arial"/>
          <w:sz w:val="24"/>
          <w:szCs w:val="24"/>
        </w:rPr>
        <w:t>lan for learning the skills that will get you where you want to go</w:t>
      </w:r>
      <w:r>
        <w:rPr>
          <w:rFonts w:ascii="Arial" w:hAnsi="Arial" w:cs="Arial"/>
          <w:sz w:val="24"/>
          <w:szCs w:val="24"/>
        </w:rPr>
        <w:t xml:space="preserve">. </w:t>
      </w:r>
      <w:r w:rsidRPr="007D2474">
        <w:rPr>
          <w:rFonts w:ascii="Arial" w:hAnsi="Arial" w:cs="Arial"/>
          <w:sz w:val="24"/>
          <w:szCs w:val="24"/>
        </w:rPr>
        <w:t>Your personalized developmental action plan will be most effec</w:t>
      </w:r>
      <w:r>
        <w:rPr>
          <w:rFonts w:ascii="Arial" w:hAnsi="Arial" w:cs="Arial"/>
          <w:sz w:val="24"/>
          <w:szCs w:val="24"/>
        </w:rPr>
        <w:t xml:space="preserve">tive if you </w:t>
      </w:r>
      <w:r>
        <w:rPr>
          <w:rFonts w:ascii="Arial" w:hAnsi="Arial" w:cs="Arial"/>
          <w:sz w:val="24"/>
          <w:szCs w:val="24"/>
        </w:rPr>
        <w:br/>
        <w:t>set realistic goals and</w:t>
      </w:r>
      <w:r w:rsidRPr="007D2474">
        <w:rPr>
          <w:rFonts w:ascii="Arial" w:hAnsi="Arial" w:cs="Arial"/>
          <w:sz w:val="24"/>
          <w:szCs w:val="24"/>
        </w:rPr>
        <w:t xml:space="preserve"> </w:t>
      </w:r>
      <w:r>
        <w:rPr>
          <w:rFonts w:ascii="Arial" w:hAnsi="Arial" w:cs="Arial"/>
          <w:sz w:val="24"/>
          <w:szCs w:val="24"/>
        </w:rPr>
        <w:t xml:space="preserve">ask others for </w:t>
      </w:r>
      <w:r w:rsidRPr="007D2474">
        <w:rPr>
          <w:rFonts w:ascii="Arial" w:hAnsi="Arial" w:cs="Arial"/>
          <w:sz w:val="24"/>
          <w:szCs w:val="24"/>
        </w:rPr>
        <w:t xml:space="preserve">input and support. </w:t>
      </w:r>
      <w:r>
        <w:rPr>
          <w:rFonts w:ascii="Arial" w:hAnsi="Arial" w:cs="Arial"/>
          <w:sz w:val="24"/>
          <w:szCs w:val="24"/>
        </w:rPr>
        <w:t>C</w:t>
      </w:r>
      <w:r w:rsidRPr="007D2474">
        <w:rPr>
          <w:rFonts w:ascii="Arial" w:hAnsi="Arial" w:cs="Arial"/>
          <w:sz w:val="24"/>
          <w:szCs w:val="24"/>
        </w:rPr>
        <w:t xml:space="preserve">hoosing diverse learning opportunities that both expand your understanding of a topic </w:t>
      </w:r>
      <w:r w:rsidRPr="001B4624">
        <w:rPr>
          <w:rFonts w:ascii="Arial" w:hAnsi="Arial" w:cs="Arial"/>
          <w:sz w:val="24"/>
          <w:szCs w:val="24"/>
          <w:u w:val="single"/>
        </w:rPr>
        <w:t>and</w:t>
      </w:r>
      <w:r>
        <w:rPr>
          <w:rFonts w:ascii="Arial" w:hAnsi="Arial" w:cs="Arial"/>
          <w:sz w:val="24"/>
          <w:szCs w:val="24"/>
        </w:rPr>
        <w:t xml:space="preserve"> </w:t>
      </w:r>
      <w:r w:rsidRPr="007D2474">
        <w:rPr>
          <w:rFonts w:ascii="Arial" w:hAnsi="Arial" w:cs="Arial"/>
          <w:sz w:val="24"/>
          <w:szCs w:val="24"/>
        </w:rPr>
        <w:t>give you opportunities to practice what you are learning is most effective.</w:t>
      </w:r>
      <w:r w:rsidRPr="00ED7FE3">
        <w:rPr>
          <w:rFonts w:ascii="Arial" w:hAnsi="Arial" w:cs="Arial"/>
          <w:sz w:val="24"/>
          <w:szCs w:val="24"/>
        </w:rPr>
        <w:t xml:space="preserve"> Select from the following to customize your Action Plan.</w:t>
      </w:r>
    </w:p>
    <w:p w:rsidR="00C90F36" w:rsidRPr="000D624B" w:rsidRDefault="00C90F36" w:rsidP="00C90F36">
      <w:pPr>
        <w:spacing w:after="0" w:line="240" w:lineRule="auto"/>
        <w:rPr>
          <w:rFonts w:ascii="Arial" w:hAnsi="Arial" w:cs="Arial"/>
          <w:sz w:val="30"/>
          <w:szCs w:val="30"/>
        </w:rPr>
      </w:pPr>
    </w:p>
    <w:tbl>
      <w:tblPr>
        <w:tblStyle w:val="TableGrid"/>
        <w:tblW w:w="9450" w:type="dxa"/>
        <w:tblInd w:w="108" w:type="dxa"/>
        <w:tblBorders>
          <w:top w:val="none" w:sz="0" w:space="0" w:color="auto"/>
          <w:left w:val="none" w:sz="0" w:space="0" w:color="auto"/>
          <w:right w:val="none" w:sz="0" w:space="0" w:color="auto"/>
        </w:tblBorders>
        <w:tblLook w:val="04A0"/>
      </w:tblPr>
      <w:tblGrid>
        <w:gridCol w:w="2970"/>
        <w:gridCol w:w="3240"/>
        <w:gridCol w:w="3240"/>
      </w:tblGrid>
      <w:tr w:rsidR="00C90F36" w:rsidRPr="00ED7FE3" w:rsidTr="00000305">
        <w:tc>
          <w:tcPr>
            <w:tcW w:w="2970" w:type="dxa"/>
            <w:shd w:val="clear" w:color="auto" w:fill="C6D9F1" w:themeFill="text2" w:themeFillTint="33"/>
          </w:tcPr>
          <w:p w:rsidR="00C90F36" w:rsidRPr="00C05383" w:rsidRDefault="00C90F36" w:rsidP="00C90F36">
            <w:pPr>
              <w:jc w:val="center"/>
              <w:rPr>
                <w:rFonts w:ascii="Arial" w:hAnsi="Arial" w:cs="Arial"/>
                <w:b/>
                <w:color w:val="346094"/>
                <w:sz w:val="8"/>
                <w:szCs w:val="8"/>
              </w:rPr>
            </w:pPr>
          </w:p>
          <w:p w:rsidR="00C90F36" w:rsidRPr="00B94173" w:rsidRDefault="00C90F36" w:rsidP="00C90F36">
            <w:pPr>
              <w:jc w:val="center"/>
              <w:rPr>
                <w:rFonts w:ascii="Arial" w:hAnsi="Arial" w:cs="Arial"/>
                <w:b/>
                <w:color w:val="346094"/>
                <w:sz w:val="24"/>
                <w:szCs w:val="20"/>
              </w:rPr>
            </w:pPr>
            <w:r w:rsidRPr="00ED7FE3">
              <w:rPr>
                <w:rFonts w:ascii="Arial" w:hAnsi="Arial" w:cs="Arial"/>
                <w:b/>
                <w:color w:val="346094"/>
                <w:sz w:val="24"/>
                <w:szCs w:val="20"/>
              </w:rPr>
              <w:t>New Experiences (E)</w:t>
            </w:r>
          </w:p>
        </w:tc>
        <w:tc>
          <w:tcPr>
            <w:tcW w:w="3240" w:type="dxa"/>
            <w:shd w:val="clear" w:color="auto" w:fill="C6D9F1" w:themeFill="text2" w:themeFillTint="33"/>
          </w:tcPr>
          <w:p w:rsidR="00C90F36" w:rsidRPr="00C05383" w:rsidRDefault="00C90F36" w:rsidP="00C90F36">
            <w:pPr>
              <w:jc w:val="center"/>
              <w:rPr>
                <w:rFonts w:ascii="Arial" w:hAnsi="Arial" w:cs="Arial"/>
                <w:b/>
                <w:color w:val="346094"/>
                <w:sz w:val="8"/>
                <w:szCs w:val="8"/>
              </w:rPr>
            </w:pPr>
          </w:p>
          <w:p w:rsidR="00C90F36" w:rsidRPr="00B94173" w:rsidRDefault="00C90F36" w:rsidP="00C90F36">
            <w:pPr>
              <w:jc w:val="center"/>
              <w:rPr>
                <w:rFonts w:ascii="Arial" w:hAnsi="Arial" w:cs="Arial"/>
                <w:b/>
                <w:color w:val="346094"/>
                <w:sz w:val="24"/>
                <w:szCs w:val="20"/>
              </w:rPr>
            </w:pPr>
            <w:r w:rsidRPr="00ED7FE3">
              <w:rPr>
                <w:rFonts w:ascii="Arial" w:hAnsi="Arial" w:cs="Arial"/>
                <w:b/>
                <w:color w:val="346094"/>
                <w:sz w:val="24"/>
                <w:szCs w:val="20"/>
              </w:rPr>
              <w:t>Other People (P)</w:t>
            </w:r>
          </w:p>
        </w:tc>
        <w:tc>
          <w:tcPr>
            <w:tcW w:w="3240" w:type="dxa"/>
            <w:shd w:val="clear" w:color="auto" w:fill="C6D9F1" w:themeFill="text2" w:themeFillTint="33"/>
          </w:tcPr>
          <w:p w:rsidR="00C90F36" w:rsidRPr="00C05383" w:rsidRDefault="00C90F36" w:rsidP="00C90F36">
            <w:pPr>
              <w:jc w:val="center"/>
              <w:rPr>
                <w:rFonts w:ascii="Arial" w:hAnsi="Arial" w:cs="Arial"/>
                <w:b/>
                <w:color w:val="346094"/>
                <w:sz w:val="8"/>
                <w:szCs w:val="8"/>
              </w:rPr>
            </w:pPr>
          </w:p>
          <w:p w:rsidR="00C90F36" w:rsidRPr="00B94173" w:rsidRDefault="00C90F36" w:rsidP="00C90F36">
            <w:pPr>
              <w:jc w:val="center"/>
              <w:rPr>
                <w:rFonts w:ascii="Arial" w:hAnsi="Arial" w:cs="Arial"/>
                <w:b/>
                <w:color w:val="346094"/>
                <w:sz w:val="24"/>
                <w:szCs w:val="20"/>
              </w:rPr>
            </w:pPr>
            <w:r w:rsidRPr="00ED7FE3">
              <w:rPr>
                <w:rFonts w:ascii="Arial" w:hAnsi="Arial" w:cs="Arial"/>
                <w:b/>
                <w:color w:val="346094"/>
                <w:sz w:val="24"/>
                <w:szCs w:val="20"/>
              </w:rPr>
              <w:t>Classes &amp; Materials (C/M)</w:t>
            </w:r>
          </w:p>
        </w:tc>
      </w:tr>
      <w:tr w:rsidR="00C90F36" w:rsidTr="00C90F36">
        <w:tc>
          <w:tcPr>
            <w:tcW w:w="2970" w:type="dxa"/>
          </w:tcPr>
          <w:p w:rsidR="00C90F36" w:rsidRPr="007D2474" w:rsidRDefault="00C90F36" w:rsidP="00C90F36">
            <w:pPr>
              <w:pStyle w:val="ListParagraph"/>
              <w:numPr>
                <w:ilvl w:val="0"/>
                <w:numId w:val="8"/>
              </w:numPr>
              <w:ind w:left="162" w:hanging="180"/>
              <w:rPr>
                <w:rFonts w:ascii="Arial" w:hAnsi="Arial" w:cs="Arial"/>
              </w:rPr>
            </w:pPr>
            <w:r w:rsidRPr="007D2474">
              <w:rPr>
                <w:rFonts w:ascii="Arial" w:hAnsi="Arial" w:cs="Arial"/>
              </w:rPr>
              <w:t xml:space="preserve">A project at a higher </w:t>
            </w:r>
            <w:r>
              <w:rPr>
                <w:rFonts w:ascii="Arial" w:hAnsi="Arial" w:cs="Arial"/>
              </w:rPr>
              <w:br/>
            </w:r>
            <w:r w:rsidRPr="007D2474">
              <w:rPr>
                <w:rFonts w:ascii="Arial" w:hAnsi="Arial" w:cs="Arial"/>
              </w:rPr>
              <w:t>level than I currently am</w:t>
            </w:r>
          </w:p>
          <w:p w:rsidR="00C90F36" w:rsidRPr="007D2474" w:rsidRDefault="00C90F36" w:rsidP="00C90F36">
            <w:pPr>
              <w:pStyle w:val="ListParagraph"/>
              <w:numPr>
                <w:ilvl w:val="0"/>
                <w:numId w:val="8"/>
              </w:numPr>
              <w:ind w:left="162" w:hanging="180"/>
              <w:rPr>
                <w:rFonts w:ascii="Arial" w:hAnsi="Arial" w:cs="Arial"/>
              </w:rPr>
            </w:pPr>
            <w:r w:rsidRPr="007D2474">
              <w:rPr>
                <w:rFonts w:ascii="Arial" w:hAnsi="Arial" w:cs="Arial"/>
              </w:rPr>
              <w:t>Job scope increase or change</w:t>
            </w:r>
          </w:p>
          <w:p w:rsidR="00C90F36" w:rsidRDefault="00C90F36" w:rsidP="00C90F36">
            <w:pPr>
              <w:pStyle w:val="ListParagraph"/>
              <w:numPr>
                <w:ilvl w:val="0"/>
                <w:numId w:val="8"/>
              </w:numPr>
              <w:ind w:left="162" w:hanging="180"/>
              <w:rPr>
                <w:rFonts w:ascii="Arial" w:hAnsi="Arial" w:cs="Arial"/>
              </w:rPr>
            </w:pPr>
            <w:r w:rsidRPr="007D2474">
              <w:rPr>
                <w:rFonts w:ascii="Arial" w:hAnsi="Arial" w:cs="Arial"/>
              </w:rPr>
              <w:t>Project in another area</w:t>
            </w:r>
          </w:p>
          <w:p w:rsidR="00C90F36" w:rsidRPr="007D2474" w:rsidRDefault="00C90F36" w:rsidP="00C90F36">
            <w:pPr>
              <w:pStyle w:val="ListParagraph"/>
              <w:numPr>
                <w:ilvl w:val="0"/>
                <w:numId w:val="8"/>
              </w:numPr>
              <w:ind w:left="162" w:hanging="180"/>
              <w:rPr>
                <w:rFonts w:ascii="Arial" w:hAnsi="Arial" w:cs="Arial"/>
              </w:rPr>
            </w:pPr>
            <w:r w:rsidRPr="007D2474">
              <w:rPr>
                <w:rFonts w:ascii="Arial" w:hAnsi="Arial" w:cs="Arial"/>
              </w:rPr>
              <w:t xml:space="preserve">Job improvement or </w:t>
            </w:r>
            <w:r>
              <w:rPr>
                <w:rFonts w:ascii="Arial" w:hAnsi="Arial" w:cs="Arial"/>
              </w:rPr>
              <w:br/>
            </w:r>
            <w:r w:rsidRPr="007D2474">
              <w:rPr>
                <w:rFonts w:ascii="Arial" w:hAnsi="Arial" w:cs="Arial"/>
              </w:rPr>
              <w:t>fix-it opportunity</w:t>
            </w:r>
          </w:p>
          <w:p w:rsidR="00C90F36" w:rsidRPr="007D2474" w:rsidRDefault="00C90F36" w:rsidP="00C90F36">
            <w:pPr>
              <w:pStyle w:val="ListParagraph"/>
              <w:numPr>
                <w:ilvl w:val="0"/>
                <w:numId w:val="8"/>
              </w:numPr>
              <w:ind w:left="162" w:hanging="180"/>
              <w:rPr>
                <w:rFonts w:ascii="Arial" w:hAnsi="Arial" w:cs="Arial"/>
              </w:rPr>
            </w:pPr>
            <w:r w:rsidRPr="007D2474">
              <w:rPr>
                <w:rFonts w:ascii="Arial" w:hAnsi="Arial" w:cs="Arial"/>
              </w:rPr>
              <w:t>Leadership role</w:t>
            </w:r>
          </w:p>
          <w:p w:rsidR="00C90F36" w:rsidRPr="007D2474" w:rsidRDefault="006842E1" w:rsidP="00C90F36">
            <w:pPr>
              <w:pStyle w:val="ListParagraph"/>
              <w:numPr>
                <w:ilvl w:val="0"/>
                <w:numId w:val="8"/>
              </w:numPr>
              <w:ind w:left="162" w:hanging="180"/>
              <w:rPr>
                <w:rFonts w:ascii="Arial" w:hAnsi="Arial" w:cs="Arial"/>
              </w:rPr>
            </w:pPr>
            <w:r w:rsidRPr="006842E1">
              <w:rPr>
                <w:rFonts w:ascii="Arial" w:hAnsi="Arial" w:cs="Arial"/>
                <w:noProof/>
                <w:sz w:val="24"/>
                <w:szCs w:val="24"/>
              </w:rPr>
              <w:pict>
                <v:group id="_x0000_s1034" style="position:absolute;left:0;text-align:left;margin-left:50.7pt;margin-top:1.45pt;width:441.7pt;height:78.55pt;z-index:251670528" coordorigin="2274,12815" coordsize="8834,1571">
                  <v:shapetype id="_x0000_t202" coordsize="21600,21600" o:spt="202" path="m,l,21600r21600,l21600,xe">
                    <v:stroke joinstyle="miter"/>
                    <v:path gradientshapeok="t" o:connecttype="rect"/>
                  </v:shapetype>
                  <v:shape id="_x0000_s1027" type="#_x0000_t202" style="position:absolute;left:2274;top:12861;width:2286;height:1148;mso-width-relative:margin;mso-height-relative:margin" filled="f" stroked="f">
                    <v:textbox style="mso-next-textbox:#_x0000_s1027">
                      <w:txbxContent>
                        <w:p w:rsidR="00000305" w:rsidRPr="00B94173" w:rsidRDefault="00000305" w:rsidP="00C90F36">
                          <w:pPr>
                            <w:jc w:val="center"/>
                            <w:rPr>
                              <w:rFonts w:ascii="Arial" w:hAnsi="Arial" w:cs="Arial"/>
                              <w:noProof/>
                              <w:color w:val="346094"/>
                              <w:sz w:val="56"/>
                              <w:szCs w:val="200"/>
                            </w:rPr>
                          </w:pPr>
                          <w:r w:rsidRPr="00B94173">
                            <w:rPr>
                              <w:rFonts w:ascii="Arial" w:hAnsi="Arial" w:cs="Arial"/>
                              <w:noProof/>
                              <w:color w:val="346094"/>
                              <w:sz w:val="80"/>
                              <w:szCs w:val="80"/>
                            </w:rPr>
                            <w:t>70</w:t>
                          </w:r>
                          <w:r w:rsidRPr="00B94173">
                            <w:rPr>
                              <w:rFonts w:ascii="Arial" w:hAnsi="Arial" w:cs="Arial"/>
                              <w:noProof/>
                              <w:color w:val="346094"/>
                              <w:sz w:val="56"/>
                              <w:szCs w:val="200"/>
                            </w:rPr>
                            <w:t>%</w:t>
                          </w:r>
                        </w:p>
                      </w:txbxContent>
                    </v:textbox>
                  </v:shape>
                  <v:shape id="_x0000_s1028" type="#_x0000_t202" style="position:absolute;left:2616;top:13582;width:1848;height:804" filled="f" stroked="f">
                    <v:textbox>
                      <w:txbxContent>
                        <w:p w:rsidR="00000305" w:rsidRPr="00B94173" w:rsidRDefault="00000305" w:rsidP="00C90F36">
                          <w:pPr>
                            <w:rPr>
                              <w:rFonts w:ascii="Arial" w:hAnsi="Arial" w:cs="Arial"/>
                              <w:color w:val="346094"/>
                              <w:spacing w:val="-60"/>
                              <w:sz w:val="144"/>
                              <w:szCs w:val="200"/>
                            </w:rPr>
                          </w:pPr>
                          <w:proofErr w:type="gramStart"/>
                          <w:r w:rsidRPr="00B94173">
                            <w:rPr>
                              <w:rFonts w:ascii="Arial Narrow" w:hAnsi="Arial Narrow" w:cs="Arial"/>
                              <w:b/>
                              <w:color w:val="346094"/>
                              <w:sz w:val="28"/>
                              <w:szCs w:val="20"/>
                            </w:rPr>
                            <w:t>of</w:t>
                          </w:r>
                          <w:proofErr w:type="gramEnd"/>
                          <w:r w:rsidRPr="00B94173">
                            <w:rPr>
                              <w:rFonts w:ascii="Arial Narrow" w:hAnsi="Arial Narrow" w:cs="Arial"/>
                              <w:b/>
                              <w:color w:val="346094"/>
                              <w:sz w:val="28"/>
                              <w:szCs w:val="20"/>
                            </w:rPr>
                            <w:t xml:space="preserve"> your plan</w:t>
                          </w:r>
                        </w:p>
                        <w:p w:rsidR="00000305" w:rsidRDefault="00000305" w:rsidP="00C90F36"/>
                      </w:txbxContent>
                    </v:textbox>
                  </v:shape>
                  <v:shape id="_x0000_s1029" type="#_x0000_t202" style="position:absolute;left:5490;top:12815;width:2286;height:1148;mso-width-relative:margin;mso-height-relative:margin" filled="f" stroked="f">
                    <v:textbox style="mso-next-textbox:#_x0000_s1029">
                      <w:txbxContent>
                        <w:p w:rsidR="00000305" w:rsidRPr="00B94173" w:rsidRDefault="00000305" w:rsidP="00C90F36">
                          <w:pPr>
                            <w:jc w:val="center"/>
                            <w:rPr>
                              <w:rFonts w:ascii="Arial" w:hAnsi="Arial" w:cs="Arial"/>
                              <w:noProof/>
                              <w:color w:val="346094"/>
                              <w:sz w:val="56"/>
                              <w:szCs w:val="200"/>
                            </w:rPr>
                          </w:pPr>
                          <w:r>
                            <w:rPr>
                              <w:rFonts w:ascii="Arial" w:hAnsi="Arial" w:cs="Arial"/>
                              <w:noProof/>
                              <w:color w:val="346094"/>
                              <w:sz w:val="80"/>
                              <w:szCs w:val="80"/>
                            </w:rPr>
                            <w:t>2</w:t>
                          </w:r>
                          <w:r w:rsidRPr="00B94173">
                            <w:rPr>
                              <w:rFonts w:ascii="Arial" w:hAnsi="Arial" w:cs="Arial"/>
                              <w:noProof/>
                              <w:color w:val="346094"/>
                              <w:sz w:val="80"/>
                              <w:szCs w:val="80"/>
                            </w:rPr>
                            <w:t>0</w:t>
                          </w:r>
                          <w:r w:rsidRPr="00B94173">
                            <w:rPr>
                              <w:rFonts w:ascii="Arial" w:hAnsi="Arial" w:cs="Arial"/>
                              <w:noProof/>
                              <w:color w:val="346094"/>
                              <w:sz w:val="56"/>
                              <w:szCs w:val="200"/>
                            </w:rPr>
                            <w:t>%</w:t>
                          </w:r>
                        </w:p>
                      </w:txbxContent>
                    </v:textbox>
                  </v:shape>
                  <v:shape id="_x0000_s1030" type="#_x0000_t202" style="position:absolute;left:5820;top:13581;width:1848;height:804" filled="f" stroked="f">
                    <v:textbox>
                      <w:txbxContent>
                        <w:p w:rsidR="00000305" w:rsidRPr="00B94173" w:rsidRDefault="00000305" w:rsidP="00C90F36">
                          <w:pPr>
                            <w:rPr>
                              <w:rFonts w:ascii="Arial" w:hAnsi="Arial" w:cs="Arial"/>
                              <w:color w:val="346094"/>
                              <w:spacing w:val="-60"/>
                              <w:sz w:val="144"/>
                              <w:szCs w:val="200"/>
                            </w:rPr>
                          </w:pPr>
                          <w:proofErr w:type="gramStart"/>
                          <w:r w:rsidRPr="00B94173">
                            <w:rPr>
                              <w:rFonts w:ascii="Arial Narrow" w:hAnsi="Arial Narrow" w:cs="Arial"/>
                              <w:b/>
                              <w:color w:val="346094"/>
                              <w:sz w:val="28"/>
                              <w:szCs w:val="20"/>
                            </w:rPr>
                            <w:t>of</w:t>
                          </w:r>
                          <w:proofErr w:type="gramEnd"/>
                          <w:r w:rsidRPr="00B94173">
                            <w:rPr>
                              <w:rFonts w:ascii="Arial Narrow" w:hAnsi="Arial Narrow" w:cs="Arial"/>
                              <w:b/>
                              <w:color w:val="346094"/>
                              <w:sz w:val="28"/>
                              <w:szCs w:val="20"/>
                            </w:rPr>
                            <w:t xml:space="preserve"> your plan</w:t>
                          </w:r>
                        </w:p>
                        <w:p w:rsidR="00000305" w:rsidRDefault="00000305" w:rsidP="00C90F36"/>
                      </w:txbxContent>
                    </v:textbox>
                  </v:shape>
                  <v:shape id="_x0000_s1031" type="#_x0000_t202" style="position:absolute;left:8822;top:12836;width:2286;height:1148;mso-width-relative:margin;mso-height-relative:margin" filled="f" stroked="f">
                    <v:textbox style="mso-next-textbox:#_x0000_s1031">
                      <w:txbxContent>
                        <w:p w:rsidR="00000305" w:rsidRPr="00B94173" w:rsidRDefault="00000305" w:rsidP="00C90F36">
                          <w:pPr>
                            <w:jc w:val="center"/>
                            <w:rPr>
                              <w:rFonts w:ascii="Arial" w:hAnsi="Arial" w:cs="Arial"/>
                              <w:noProof/>
                              <w:color w:val="346094"/>
                              <w:sz w:val="56"/>
                              <w:szCs w:val="200"/>
                            </w:rPr>
                          </w:pPr>
                          <w:r w:rsidRPr="00AD27FC">
                            <w:rPr>
                              <w:rFonts w:ascii="Arial" w:hAnsi="Arial" w:cs="Arial"/>
                              <w:noProof/>
                              <w:color w:val="346094"/>
                              <w:spacing w:val="-40"/>
                              <w:sz w:val="80"/>
                              <w:szCs w:val="80"/>
                            </w:rPr>
                            <w:t>1</w:t>
                          </w:r>
                          <w:r w:rsidRPr="00AD27FC">
                            <w:rPr>
                              <w:rFonts w:ascii="Arial" w:hAnsi="Arial" w:cs="Arial"/>
                              <w:noProof/>
                              <w:color w:val="346094"/>
                              <w:spacing w:val="20"/>
                              <w:sz w:val="80"/>
                              <w:szCs w:val="80"/>
                            </w:rPr>
                            <w:t>0</w:t>
                          </w:r>
                          <w:r w:rsidRPr="00AD27FC">
                            <w:rPr>
                              <w:rFonts w:ascii="Arial" w:hAnsi="Arial" w:cs="Arial"/>
                              <w:noProof/>
                              <w:color w:val="346094"/>
                              <w:spacing w:val="20"/>
                              <w:sz w:val="56"/>
                              <w:szCs w:val="200"/>
                            </w:rPr>
                            <w:t>%</w:t>
                          </w:r>
                        </w:p>
                      </w:txbxContent>
                    </v:textbox>
                  </v:shape>
                  <v:shape id="_x0000_s1032" type="#_x0000_t202" style="position:absolute;left:9164;top:13581;width:1848;height:804" filled="f" stroked="f">
                    <v:textbox>
                      <w:txbxContent>
                        <w:p w:rsidR="00000305" w:rsidRPr="00B94173" w:rsidRDefault="00000305" w:rsidP="00C90F36">
                          <w:pPr>
                            <w:rPr>
                              <w:rFonts w:ascii="Arial" w:hAnsi="Arial" w:cs="Arial"/>
                              <w:color w:val="346094"/>
                              <w:spacing w:val="-60"/>
                              <w:sz w:val="144"/>
                              <w:szCs w:val="200"/>
                            </w:rPr>
                          </w:pPr>
                          <w:proofErr w:type="gramStart"/>
                          <w:r w:rsidRPr="00B94173">
                            <w:rPr>
                              <w:rFonts w:ascii="Arial Narrow" w:hAnsi="Arial Narrow" w:cs="Arial"/>
                              <w:b/>
                              <w:color w:val="346094"/>
                              <w:sz w:val="28"/>
                              <w:szCs w:val="20"/>
                            </w:rPr>
                            <w:t>of</w:t>
                          </w:r>
                          <w:proofErr w:type="gramEnd"/>
                          <w:r w:rsidRPr="00B94173">
                            <w:rPr>
                              <w:rFonts w:ascii="Arial Narrow" w:hAnsi="Arial Narrow" w:cs="Arial"/>
                              <w:b/>
                              <w:color w:val="346094"/>
                              <w:sz w:val="28"/>
                              <w:szCs w:val="20"/>
                            </w:rPr>
                            <w:t xml:space="preserve"> your plan</w:t>
                          </w:r>
                        </w:p>
                        <w:p w:rsidR="00000305" w:rsidRDefault="00000305" w:rsidP="00C90F36"/>
                      </w:txbxContent>
                    </v:textbox>
                  </v:shape>
                </v:group>
              </w:pict>
            </w:r>
            <w:r w:rsidR="00C90F36" w:rsidRPr="007D2474">
              <w:rPr>
                <w:rFonts w:ascii="Arial" w:hAnsi="Arial" w:cs="Arial"/>
              </w:rPr>
              <w:t>Represent the organization</w:t>
            </w:r>
          </w:p>
          <w:p w:rsidR="00C90F36" w:rsidRPr="004C082A" w:rsidRDefault="00C90F36" w:rsidP="00C90F36">
            <w:pPr>
              <w:pStyle w:val="ListParagraph"/>
              <w:numPr>
                <w:ilvl w:val="0"/>
                <w:numId w:val="8"/>
              </w:numPr>
              <w:ind w:left="162" w:hanging="180"/>
              <w:rPr>
                <w:rFonts w:ascii="Arial" w:hAnsi="Arial" w:cs="Arial"/>
              </w:rPr>
            </w:pPr>
            <w:r w:rsidRPr="007D2474">
              <w:rPr>
                <w:rFonts w:ascii="Arial" w:hAnsi="Arial" w:cs="Arial"/>
              </w:rPr>
              <w:t>Teach others</w:t>
            </w:r>
          </w:p>
        </w:tc>
        <w:tc>
          <w:tcPr>
            <w:tcW w:w="3240" w:type="dxa"/>
          </w:tcPr>
          <w:p w:rsidR="00C90F36" w:rsidRPr="007D2474" w:rsidRDefault="00C90F36" w:rsidP="00C90F36">
            <w:pPr>
              <w:pStyle w:val="ListParagraph"/>
              <w:numPr>
                <w:ilvl w:val="0"/>
                <w:numId w:val="8"/>
              </w:numPr>
              <w:ind w:left="252" w:hanging="198"/>
              <w:rPr>
                <w:rFonts w:ascii="Arial" w:hAnsi="Arial" w:cs="Arial"/>
              </w:rPr>
            </w:pPr>
            <w:r w:rsidRPr="007D2474">
              <w:rPr>
                <w:rFonts w:ascii="Arial" w:hAnsi="Arial" w:cs="Arial"/>
              </w:rPr>
              <w:t xml:space="preserve">Partner with my </w:t>
            </w:r>
            <w:r w:rsidR="00C7341D">
              <w:rPr>
                <w:rFonts w:ascii="Arial" w:hAnsi="Arial" w:cs="Arial"/>
              </w:rPr>
              <w:t>coach and</w:t>
            </w:r>
            <w:r>
              <w:rPr>
                <w:rFonts w:ascii="Arial" w:hAnsi="Arial" w:cs="Arial"/>
              </w:rPr>
              <w:br/>
            </w:r>
            <w:r w:rsidRPr="007D2474">
              <w:rPr>
                <w:rFonts w:ascii="Arial" w:hAnsi="Arial" w:cs="Arial"/>
              </w:rPr>
              <w:t>supervisor for specific ongoing behavioral coaching</w:t>
            </w:r>
          </w:p>
          <w:p w:rsidR="00C90F36" w:rsidRPr="007D2474" w:rsidRDefault="00C90F36" w:rsidP="00C90F36">
            <w:pPr>
              <w:pStyle w:val="ListParagraph"/>
              <w:numPr>
                <w:ilvl w:val="0"/>
                <w:numId w:val="8"/>
              </w:numPr>
              <w:ind w:left="252" w:hanging="198"/>
              <w:rPr>
                <w:rFonts w:ascii="Arial" w:hAnsi="Arial" w:cs="Arial"/>
              </w:rPr>
            </w:pPr>
            <w:r w:rsidRPr="007D2474">
              <w:rPr>
                <w:rFonts w:ascii="Arial" w:hAnsi="Arial" w:cs="Arial"/>
              </w:rPr>
              <w:t>Practice presentations</w:t>
            </w:r>
          </w:p>
          <w:p w:rsidR="00C90F36" w:rsidRPr="007D2474" w:rsidRDefault="00C90F36" w:rsidP="00C90F36">
            <w:pPr>
              <w:pStyle w:val="ListParagraph"/>
              <w:numPr>
                <w:ilvl w:val="0"/>
                <w:numId w:val="8"/>
              </w:numPr>
              <w:ind w:left="252" w:hanging="198"/>
              <w:rPr>
                <w:rFonts w:ascii="Arial" w:hAnsi="Arial" w:cs="Arial"/>
              </w:rPr>
            </w:pPr>
            <w:r w:rsidRPr="007D2474">
              <w:rPr>
                <w:rFonts w:ascii="Arial" w:hAnsi="Arial" w:cs="Arial"/>
              </w:rPr>
              <w:t>Watch role models</w:t>
            </w:r>
          </w:p>
          <w:p w:rsidR="00C90F36" w:rsidRDefault="00C90F36" w:rsidP="00C90F36">
            <w:pPr>
              <w:pStyle w:val="ListParagraph"/>
              <w:numPr>
                <w:ilvl w:val="0"/>
                <w:numId w:val="8"/>
              </w:numPr>
              <w:ind w:left="252" w:hanging="198"/>
              <w:rPr>
                <w:rFonts w:ascii="Arial" w:hAnsi="Arial" w:cs="Arial"/>
              </w:rPr>
            </w:pPr>
            <w:r w:rsidRPr="007D2474">
              <w:rPr>
                <w:rFonts w:ascii="Arial" w:hAnsi="Arial" w:cs="Arial"/>
              </w:rPr>
              <w:t xml:space="preserve">Refer to other colleagues </w:t>
            </w:r>
            <w:r>
              <w:rPr>
                <w:rFonts w:ascii="Arial" w:hAnsi="Arial" w:cs="Arial"/>
              </w:rPr>
              <w:br/>
            </w:r>
            <w:r w:rsidRPr="007D2474">
              <w:rPr>
                <w:rFonts w:ascii="Arial" w:hAnsi="Arial" w:cs="Arial"/>
              </w:rPr>
              <w:t>as advisors</w:t>
            </w:r>
          </w:p>
          <w:p w:rsidR="00C90F36" w:rsidRDefault="00C90F36" w:rsidP="00C90F36">
            <w:pPr>
              <w:rPr>
                <w:rFonts w:ascii="Arial" w:hAnsi="Arial" w:cs="Arial"/>
              </w:rPr>
            </w:pPr>
          </w:p>
          <w:p w:rsidR="00C90F36" w:rsidRDefault="00C90F36" w:rsidP="00C90F36">
            <w:pPr>
              <w:rPr>
                <w:rFonts w:ascii="Arial" w:hAnsi="Arial" w:cs="Arial"/>
              </w:rPr>
            </w:pPr>
          </w:p>
          <w:p w:rsidR="00C90F36" w:rsidRDefault="00C90F36" w:rsidP="00C90F36">
            <w:pPr>
              <w:rPr>
                <w:rFonts w:ascii="Arial" w:hAnsi="Arial" w:cs="Arial"/>
              </w:rPr>
            </w:pPr>
          </w:p>
          <w:p w:rsidR="00C90F36" w:rsidRDefault="00C90F36" w:rsidP="00C90F36">
            <w:pPr>
              <w:rPr>
                <w:rFonts w:ascii="Arial" w:hAnsi="Arial" w:cs="Arial"/>
              </w:rPr>
            </w:pPr>
          </w:p>
          <w:p w:rsidR="00C90F36" w:rsidRPr="00AD27FC" w:rsidRDefault="00C90F36" w:rsidP="00C90F36">
            <w:pPr>
              <w:rPr>
                <w:rFonts w:ascii="Arial" w:hAnsi="Arial" w:cs="Arial"/>
              </w:rPr>
            </w:pPr>
          </w:p>
        </w:tc>
        <w:tc>
          <w:tcPr>
            <w:tcW w:w="3240" w:type="dxa"/>
          </w:tcPr>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Training classes</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Conferences</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Self-study</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 xml:space="preserve">Books </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Subscriptions</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Videos</w:t>
            </w:r>
          </w:p>
          <w:p w:rsidR="00C90F36" w:rsidRPr="007D2474" w:rsidRDefault="00C90F36" w:rsidP="00C90F36">
            <w:pPr>
              <w:pStyle w:val="ListParagraph"/>
              <w:numPr>
                <w:ilvl w:val="0"/>
                <w:numId w:val="8"/>
              </w:numPr>
              <w:ind w:left="342" w:hanging="198"/>
              <w:rPr>
                <w:rFonts w:ascii="Arial" w:hAnsi="Arial" w:cs="Arial"/>
              </w:rPr>
            </w:pPr>
            <w:r w:rsidRPr="007D2474">
              <w:rPr>
                <w:rFonts w:ascii="Arial" w:hAnsi="Arial" w:cs="Arial"/>
              </w:rPr>
              <w:t>Webinars</w:t>
            </w:r>
          </w:p>
          <w:p w:rsidR="00C90F36" w:rsidRDefault="00C90F36" w:rsidP="00C90F36">
            <w:pPr>
              <w:pStyle w:val="ListParagraph"/>
              <w:numPr>
                <w:ilvl w:val="0"/>
                <w:numId w:val="8"/>
              </w:numPr>
              <w:ind w:left="342" w:hanging="198"/>
              <w:rPr>
                <w:rFonts w:ascii="Arial" w:hAnsi="Arial" w:cs="Arial"/>
              </w:rPr>
            </w:pPr>
            <w:r w:rsidRPr="007D2474">
              <w:rPr>
                <w:rFonts w:ascii="Arial" w:hAnsi="Arial" w:cs="Arial"/>
              </w:rPr>
              <w:t xml:space="preserve">Professional </w:t>
            </w:r>
            <w:r>
              <w:rPr>
                <w:rFonts w:ascii="Arial" w:hAnsi="Arial" w:cs="Arial"/>
              </w:rPr>
              <w:br/>
            </w:r>
            <w:r w:rsidRPr="007D2474">
              <w:rPr>
                <w:rFonts w:ascii="Arial" w:hAnsi="Arial" w:cs="Arial"/>
              </w:rPr>
              <w:t>associations</w:t>
            </w:r>
          </w:p>
          <w:p w:rsidR="00C90F36" w:rsidRPr="00AD27FC" w:rsidRDefault="00C90F36" w:rsidP="00C90F36">
            <w:pPr>
              <w:rPr>
                <w:rFonts w:ascii="Arial" w:hAnsi="Arial" w:cs="Arial"/>
              </w:rPr>
            </w:pPr>
          </w:p>
          <w:p w:rsidR="00C90F36" w:rsidRPr="007D2474" w:rsidRDefault="00C90F36" w:rsidP="00C90F36">
            <w:pPr>
              <w:pStyle w:val="ListParagraph"/>
              <w:ind w:left="342"/>
              <w:rPr>
                <w:rFonts w:ascii="Arial" w:hAnsi="Arial" w:cs="Arial"/>
              </w:rPr>
            </w:pPr>
          </w:p>
        </w:tc>
      </w:tr>
    </w:tbl>
    <w:p w:rsidR="00000305" w:rsidRDefault="00000305" w:rsidP="00000305">
      <w:pPr>
        <w:spacing w:after="0"/>
        <w:ind w:left="450"/>
        <w:rPr>
          <w:rFonts w:ascii="Arial" w:hAnsi="Arial" w:cs="Arial"/>
          <w:sz w:val="24"/>
          <w:szCs w:val="24"/>
        </w:rPr>
      </w:pPr>
    </w:p>
    <w:p w:rsidR="00000305" w:rsidRDefault="00000305" w:rsidP="00000305">
      <w:pPr>
        <w:shd w:val="clear" w:color="auto" w:fill="346094"/>
        <w:spacing w:after="0" w:line="240" w:lineRule="auto"/>
        <w:jc w:val="center"/>
        <w:rPr>
          <w:rFonts w:ascii="Arial" w:hAnsi="Arial" w:cs="Arial"/>
          <w:b/>
          <w:color w:val="FFFFFF" w:themeColor="background1"/>
          <w:sz w:val="10"/>
          <w:szCs w:val="10"/>
        </w:rPr>
      </w:pPr>
    </w:p>
    <w:p w:rsidR="00000305" w:rsidRDefault="00000305" w:rsidP="00000305">
      <w:pPr>
        <w:shd w:val="clear" w:color="auto" w:fill="346094"/>
        <w:spacing w:after="0" w:line="240" w:lineRule="auto"/>
        <w:jc w:val="center"/>
        <w:rPr>
          <w:rFonts w:ascii="Arial" w:hAnsi="Arial" w:cs="Arial"/>
          <w:b/>
          <w:color w:val="FFFFFF" w:themeColor="background1"/>
          <w:sz w:val="28"/>
          <w:szCs w:val="24"/>
        </w:rPr>
      </w:pPr>
      <w:r>
        <w:rPr>
          <w:rFonts w:ascii="Arial" w:hAnsi="Arial" w:cs="Arial"/>
          <w:b/>
          <w:color w:val="FFFFFF" w:themeColor="background1"/>
          <w:sz w:val="28"/>
          <w:szCs w:val="24"/>
        </w:rPr>
        <w:t>My LEAD Action Plan</w:t>
      </w:r>
    </w:p>
    <w:p w:rsidR="00000305" w:rsidRPr="007D2474" w:rsidRDefault="00000305" w:rsidP="00000305">
      <w:pPr>
        <w:shd w:val="clear" w:color="auto" w:fill="346094"/>
        <w:spacing w:after="0" w:line="240" w:lineRule="auto"/>
        <w:jc w:val="center"/>
        <w:rPr>
          <w:rFonts w:ascii="Arial" w:hAnsi="Arial" w:cs="Arial"/>
          <w:b/>
          <w:color w:val="FFFFFF" w:themeColor="background1"/>
          <w:sz w:val="8"/>
          <w:szCs w:val="8"/>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2370"/>
        <w:gridCol w:w="1170"/>
        <w:gridCol w:w="1260"/>
        <w:gridCol w:w="1890"/>
        <w:gridCol w:w="1080"/>
      </w:tblGrid>
      <w:tr w:rsidR="00C90F36" w:rsidRPr="0048091C" w:rsidTr="00000305">
        <w:trPr>
          <w:trHeight w:val="332"/>
        </w:trPr>
        <w:tc>
          <w:tcPr>
            <w:tcW w:w="2130" w:type="dxa"/>
            <w:tcBorders>
              <w:top w:val="nil"/>
            </w:tcBorders>
          </w:tcPr>
          <w:p w:rsidR="00C90F36" w:rsidRPr="0048091C" w:rsidRDefault="00C90F36" w:rsidP="00C90F36">
            <w:pPr>
              <w:spacing w:before="60" w:after="0"/>
              <w:rPr>
                <w:rFonts w:ascii="Arial" w:hAnsi="Arial" w:cs="Arial"/>
                <w:b/>
              </w:rPr>
            </w:pPr>
            <w:r w:rsidRPr="0048091C">
              <w:rPr>
                <w:rFonts w:ascii="Arial" w:hAnsi="Arial" w:cs="Arial"/>
                <w:b/>
              </w:rPr>
              <w:t xml:space="preserve">Date: </w:t>
            </w:r>
          </w:p>
        </w:tc>
        <w:tc>
          <w:tcPr>
            <w:tcW w:w="7770" w:type="dxa"/>
            <w:gridSpan w:val="5"/>
            <w:tcBorders>
              <w:top w:val="nil"/>
            </w:tcBorders>
          </w:tcPr>
          <w:p w:rsidR="00C90F36" w:rsidRDefault="00C90F36" w:rsidP="00C90F36">
            <w:pPr>
              <w:spacing w:before="60"/>
              <w:rPr>
                <w:rFonts w:ascii="Arial" w:hAnsi="Arial" w:cs="Arial"/>
                <w:b/>
              </w:rPr>
            </w:pPr>
            <w:r>
              <w:rPr>
                <w:rFonts w:ascii="Arial" w:hAnsi="Arial" w:cs="Arial"/>
                <w:b/>
              </w:rPr>
              <w:t>Learning Objective:  I will be able to…</w:t>
            </w:r>
          </w:p>
          <w:p w:rsidR="00C90F36" w:rsidRPr="0048091C" w:rsidRDefault="00C90F36" w:rsidP="00C90F36">
            <w:pPr>
              <w:rPr>
                <w:rFonts w:ascii="Arial" w:hAnsi="Arial" w:cs="Arial"/>
                <w:b/>
              </w:rPr>
            </w:pPr>
          </w:p>
        </w:tc>
      </w:tr>
      <w:tr w:rsidR="00C90F36" w:rsidRPr="000F7139" w:rsidTr="00000305">
        <w:trPr>
          <w:trHeight w:val="413"/>
        </w:trPr>
        <w:tc>
          <w:tcPr>
            <w:tcW w:w="4500" w:type="dxa"/>
            <w:gridSpan w:val="2"/>
            <w:vAlign w:val="center"/>
          </w:tcPr>
          <w:p w:rsidR="00C90F36" w:rsidRPr="000F7139" w:rsidRDefault="00C90F36" w:rsidP="00C90F36">
            <w:pPr>
              <w:spacing w:after="0" w:line="240" w:lineRule="auto"/>
              <w:rPr>
                <w:rFonts w:ascii="Arial" w:hAnsi="Arial" w:cs="Arial"/>
              </w:rPr>
            </w:pPr>
            <w:r w:rsidRPr="000F7139">
              <w:rPr>
                <w:rFonts w:ascii="Arial" w:hAnsi="Arial" w:cs="Arial"/>
              </w:rPr>
              <w:t>To learn and demonstrate these skills I will:</w:t>
            </w:r>
          </w:p>
        </w:tc>
        <w:tc>
          <w:tcPr>
            <w:tcW w:w="1170" w:type="dxa"/>
            <w:vAlign w:val="center"/>
          </w:tcPr>
          <w:p w:rsidR="00C90F36" w:rsidRPr="000D624B" w:rsidRDefault="00C90F36" w:rsidP="00C90F36">
            <w:pPr>
              <w:spacing w:after="0" w:line="240" w:lineRule="auto"/>
              <w:jc w:val="center"/>
              <w:rPr>
                <w:rFonts w:ascii="Arial" w:hAnsi="Arial" w:cs="Arial"/>
                <w:sz w:val="20"/>
                <w:szCs w:val="20"/>
              </w:rPr>
            </w:pPr>
            <w:r w:rsidRPr="000D624B">
              <w:rPr>
                <w:rFonts w:ascii="Arial" w:hAnsi="Arial" w:cs="Arial"/>
                <w:sz w:val="20"/>
                <w:szCs w:val="20"/>
              </w:rPr>
              <w:t>Target Date</w:t>
            </w:r>
          </w:p>
        </w:tc>
        <w:tc>
          <w:tcPr>
            <w:tcW w:w="1260" w:type="dxa"/>
            <w:vAlign w:val="center"/>
          </w:tcPr>
          <w:p w:rsidR="00C90F36" w:rsidRPr="000D624B" w:rsidRDefault="00C90F36" w:rsidP="00C90F36">
            <w:pPr>
              <w:spacing w:after="0" w:line="240" w:lineRule="auto"/>
              <w:jc w:val="center"/>
              <w:rPr>
                <w:rFonts w:ascii="Arial" w:hAnsi="Arial" w:cs="Arial"/>
                <w:sz w:val="20"/>
                <w:szCs w:val="20"/>
              </w:rPr>
            </w:pPr>
            <w:r w:rsidRPr="000D624B">
              <w:rPr>
                <w:rFonts w:ascii="Arial" w:hAnsi="Arial" w:cs="Arial"/>
                <w:sz w:val="20"/>
                <w:szCs w:val="20"/>
              </w:rPr>
              <w:t>Date Completed</w:t>
            </w:r>
          </w:p>
        </w:tc>
        <w:tc>
          <w:tcPr>
            <w:tcW w:w="1890" w:type="dxa"/>
            <w:vAlign w:val="center"/>
          </w:tcPr>
          <w:p w:rsidR="00C90F36" w:rsidRDefault="00C90F36" w:rsidP="00C90F36">
            <w:pPr>
              <w:spacing w:after="0" w:line="240" w:lineRule="auto"/>
              <w:jc w:val="center"/>
              <w:rPr>
                <w:rFonts w:ascii="Arial" w:hAnsi="Arial" w:cs="Arial"/>
                <w:sz w:val="20"/>
                <w:szCs w:val="20"/>
              </w:rPr>
            </w:pPr>
            <w:r w:rsidRPr="000D624B">
              <w:rPr>
                <w:rFonts w:ascii="Arial" w:hAnsi="Arial" w:cs="Arial"/>
                <w:sz w:val="20"/>
                <w:szCs w:val="20"/>
              </w:rPr>
              <w:t>Others</w:t>
            </w:r>
          </w:p>
          <w:p w:rsidR="00C90F36" w:rsidRPr="000D624B" w:rsidRDefault="00C90F36" w:rsidP="00C90F36">
            <w:pPr>
              <w:spacing w:after="0" w:line="240" w:lineRule="auto"/>
              <w:jc w:val="center"/>
              <w:rPr>
                <w:rFonts w:ascii="Arial" w:hAnsi="Arial" w:cs="Arial"/>
                <w:sz w:val="20"/>
                <w:szCs w:val="20"/>
              </w:rPr>
            </w:pPr>
            <w:r w:rsidRPr="000D624B">
              <w:rPr>
                <w:rFonts w:ascii="Arial" w:hAnsi="Arial" w:cs="Arial"/>
                <w:sz w:val="20"/>
                <w:szCs w:val="20"/>
              </w:rPr>
              <w:t>Involved</w:t>
            </w:r>
          </w:p>
        </w:tc>
        <w:tc>
          <w:tcPr>
            <w:tcW w:w="1080" w:type="dxa"/>
            <w:vAlign w:val="center"/>
          </w:tcPr>
          <w:p w:rsidR="00C90F36" w:rsidRPr="000D624B" w:rsidRDefault="00C90F36" w:rsidP="00C90F36">
            <w:pPr>
              <w:spacing w:after="0" w:line="240" w:lineRule="auto"/>
              <w:jc w:val="center"/>
              <w:rPr>
                <w:rFonts w:ascii="Arial" w:hAnsi="Arial" w:cs="Arial"/>
                <w:sz w:val="20"/>
                <w:szCs w:val="20"/>
              </w:rPr>
            </w:pPr>
            <w:r w:rsidRPr="000D624B">
              <w:rPr>
                <w:rFonts w:ascii="Arial" w:hAnsi="Arial" w:cs="Arial"/>
                <w:sz w:val="20"/>
                <w:szCs w:val="20"/>
              </w:rPr>
              <w:t>Type of Learning</w:t>
            </w:r>
            <w:r w:rsidR="00000305">
              <w:rPr>
                <w:rFonts w:ascii="Arial" w:hAnsi="Arial" w:cs="Arial"/>
                <w:sz w:val="20"/>
                <w:szCs w:val="20"/>
              </w:rPr>
              <w:t>:</w:t>
            </w:r>
            <w:r w:rsidRPr="000D624B">
              <w:rPr>
                <w:rFonts w:ascii="Arial" w:hAnsi="Arial" w:cs="Arial"/>
                <w:sz w:val="20"/>
                <w:szCs w:val="20"/>
              </w:rPr>
              <w:t xml:space="preserve"> E, P, C/M</w:t>
            </w:r>
          </w:p>
        </w:tc>
      </w:tr>
      <w:tr w:rsidR="00C90F36" w:rsidRPr="00237C24" w:rsidTr="00000305">
        <w:tc>
          <w:tcPr>
            <w:tcW w:w="4500" w:type="dxa"/>
            <w:gridSpan w:val="2"/>
          </w:tcPr>
          <w:p w:rsidR="00C90F36" w:rsidRPr="00B6315F" w:rsidRDefault="00C90F36" w:rsidP="00C90F36">
            <w:pPr>
              <w:spacing w:after="0" w:line="440" w:lineRule="exact"/>
              <w:rPr>
                <w:rFonts w:ascii="Arial" w:hAnsi="Arial" w:cs="Arial"/>
                <w:sz w:val="20"/>
              </w:rPr>
            </w:pPr>
            <w:r w:rsidRPr="00B6315F">
              <w:rPr>
                <w:rFonts w:ascii="Arial" w:hAnsi="Arial" w:cs="Arial"/>
                <w:sz w:val="20"/>
              </w:rPr>
              <w:t>1.</w:t>
            </w:r>
          </w:p>
        </w:tc>
        <w:tc>
          <w:tcPr>
            <w:tcW w:w="1170" w:type="dxa"/>
          </w:tcPr>
          <w:p w:rsidR="00C90F36" w:rsidRPr="00B6315F" w:rsidRDefault="00C90F36" w:rsidP="00C90F36">
            <w:pPr>
              <w:spacing w:line="440" w:lineRule="exact"/>
              <w:rPr>
                <w:rFonts w:ascii="Arial" w:hAnsi="Arial" w:cs="Arial"/>
                <w:sz w:val="20"/>
              </w:rPr>
            </w:pPr>
          </w:p>
        </w:tc>
        <w:tc>
          <w:tcPr>
            <w:tcW w:w="1260" w:type="dxa"/>
          </w:tcPr>
          <w:p w:rsidR="00C90F36" w:rsidRPr="00B6315F" w:rsidRDefault="00C90F36" w:rsidP="00C90F36">
            <w:pPr>
              <w:spacing w:line="440" w:lineRule="exact"/>
              <w:rPr>
                <w:rFonts w:ascii="Arial" w:hAnsi="Arial" w:cs="Arial"/>
                <w:sz w:val="20"/>
              </w:rPr>
            </w:pPr>
          </w:p>
        </w:tc>
        <w:tc>
          <w:tcPr>
            <w:tcW w:w="1890" w:type="dxa"/>
          </w:tcPr>
          <w:p w:rsidR="00C90F36" w:rsidRPr="00B6315F" w:rsidRDefault="00C90F36" w:rsidP="00C90F36">
            <w:pPr>
              <w:spacing w:line="440" w:lineRule="exact"/>
              <w:rPr>
                <w:rFonts w:ascii="Arial" w:hAnsi="Arial" w:cs="Arial"/>
                <w:sz w:val="20"/>
              </w:rPr>
            </w:pPr>
          </w:p>
        </w:tc>
        <w:tc>
          <w:tcPr>
            <w:tcW w:w="1080" w:type="dxa"/>
          </w:tcPr>
          <w:p w:rsidR="00C90F36" w:rsidRPr="00B6315F" w:rsidRDefault="00C90F36" w:rsidP="00C90F36">
            <w:pPr>
              <w:spacing w:line="440" w:lineRule="exact"/>
              <w:rPr>
                <w:rFonts w:ascii="Arial" w:hAnsi="Arial" w:cs="Arial"/>
                <w:sz w:val="20"/>
              </w:rPr>
            </w:pPr>
          </w:p>
        </w:tc>
      </w:tr>
      <w:tr w:rsidR="00C90F36" w:rsidRPr="00237C24" w:rsidTr="00000305">
        <w:tc>
          <w:tcPr>
            <w:tcW w:w="4500" w:type="dxa"/>
            <w:gridSpan w:val="2"/>
          </w:tcPr>
          <w:p w:rsidR="00C90F36" w:rsidRPr="00B6315F" w:rsidRDefault="00C90F36" w:rsidP="00C90F36">
            <w:pPr>
              <w:spacing w:line="440" w:lineRule="exact"/>
              <w:rPr>
                <w:rFonts w:ascii="Arial" w:hAnsi="Arial" w:cs="Arial"/>
                <w:sz w:val="20"/>
              </w:rPr>
            </w:pPr>
            <w:r w:rsidRPr="00B6315F">
              <w:rPr>
                <w:rFonts w:ascii="Arial" w:hAnsi="Arial" w:cs="Arial"/>
                <w:sz w:val="20"/>
              </w:rPr>
              <w:t>2.</w:t>
            </w:r>
          </w:p>
        </w:tc>
        <w:tc>
          <w:tcPr>
            <w:tcW w:w="1170" w:type="dxa"/>
          </w:tcPr>
          <w:p w:rsidR="00C90F36" w:rsidRPr="00B6315F" w:rsidRDefault="00C90F36" w:rsidP="00C90F36">
            <w:pPr>
              <w:spacing w:line="440" w:lineRule="exact"/>
              <w:rPr>
                <w:rFonts w:ascii="Arial" w:hAnsi="Arial" w:cs="Arial"/>
                <w:sz w:val="20"/>
              </w:rPr>
            </w:pPr>
          </w:p>
        </w:tc>
        <w:tc>
          <w:tcPr>
            <w:tcW w:w="1260" w:type="dxa"/>
          </w:tcPr>
          <w:p w:rsidR="00C90F36" w:rsidRPr="00B6315F" w:rsidRDefault="00C90F36" w:rsidP="00C90F36">
            <w:pPr>
              <w:spacing w:line="440" w:lineRule="exact"/>
              <w:rPr>
                <w:rFonts w:ascii="Arial" w:hAnsi="Arial" w:cs="Arial"/>
                <w:sz w:val="20"/>
              </w:rPr>
            </w:pPr>
          </w:p>
        </w:tc>
        <w:tc>
          <w:tcPr>
            <w:tcW w:w="1890" w:type="dxa"/>
          </w:tcPr>
          <w:p w:rsidR="00C90F36" w:rsidRPr="00B6315F" w:rsidRDefault="00C90F36" w:rsidP="00C90F36">
            <w:pPr>
              <w:spacing w:line="440" w:lineRule="exact"/>
              <w:rPr>
                <w:rFonts w:ascii="Arial" w:hAnsi="Arial" w:cs="Arial"/>
                <w:sz w:val="20"/>
              </w:rPr>
            </w:pPr>
          </w:p>
        </w:tc>
        <w:tc>
          <w:tcPr>
            <w:tcW w:w="1080" w:type="dxa"/>
          </w:tcPr>
          <w:p w:rsidR="00C90F36" w:rsidRPr="00B6315F" w:rsidRDefault="00C90F36" w:rsidP="00C90F36">
            <w:pPr>
              <w:spacing w:line="440" w:lineRule="exact"/>
              <w:rPr>
                <w:rFonts w:ascii="Arial" w:hAnsi="Arial" w:cs="Arial"/>
                <w:sz w:val="20"/>
              </w:rPr>
            </w:pPr>
          </w:p>
        </w:tc>
      </w:tr>
      <w:tr w:rsidR="00C90F36" w:rsidRPr="00237C24" w:rsidTr="00000305">
        <w:tc>
          <w:tcPr>
            <w:tcW w:w="4500" w:type="dxa"/>
            <w:gridSpan w:val="2"/>
          </w:tcPr>
          <w:p w:rsidR="00C90F36" w:rsidRPr="00B6315F" w:rsidRDefault="00C90F36" w:rsidP="00C90F36">
            <w:pPr>
              <w:spacing w:line="440" w:lineRule="exact"/>
              <w:rPr>
                <w:rFonts w:ascii="Arial" w:hAnsi="Arial" w:cs="Arial"/>
                <w:sz w:val="20"/>
              </w:rPr>
            </w:pPr>
            <w:r w:rsidRPr="00B6315F">
              <w:rPr>
                <w:rFonts w:ascii="Arial" w:hAnsi="Arial" w:cs="Arial"/>
                <w:sz w:val="20"/>
              </w:rPr>
              <w:t>3.</w:t>
            </w:r>
          </w:p>
        </w:tc>
        <w:tc>
          <w:tcPr>
            <w:tcW w:w="1170" w:type="dxa"/>
          </w:tcPr>
          <w:p w:rsidR="00C90F36" w:rsidRPr="00B6315F" w:rsidRDefault="00C90F36" w:rsidP="00C90F36">
            <w:pPr>
              <w:spacing w:line="440" w:lineRule="exact"/>
              <w:rPr>
                <w:rFonts w:ascii="Arial" w:hAnsi="Arial" w:cs="Arial"/>
                <w:sz w:val="20"/>
              </w:rPr>
            </w:pPr>
          </w:p>
        </w:tc>
        <w:tc>
          <w:tcPr>
            <w:tcW w:w="1260" w:type="dxa"/>
          </w:tcPr>
          <w:p w:rsidR="00C90F36" w:rsidRPr="00B6315F" w:rsidRDefault="00C90F36" w:rsidP="00C90F36">
            <w:pPr>
              <w:spacing w:line="440" w:lineRule="exact"/>
              <w:rPr>
                <w:rFonts w:ascii="Arial" w:hAnsi="Arial" w:cs="Arial"/>
                <w:sz w:val="20"/>
              </w:rPr>
            </w:pPr>
          </w:p>
        </w:tc>
        <w:tc>
          <w:tcPr>
            <w:tcW w:w="1890" w:type="dxa"/>
          </w:tcPr>
          <w:p w:rsidR="00C90F36" w:rsidRPr="00B6315F" w:rsidRDefault="00C90F36" w:rsidP="00C90F36">
            <w:pPr>
              <w:spacing w:line="440" w:lineRule="exact"/>
              <w:rPr>
                <w:rFonts w:ascii="Arial" w:hAnsi="Arial" w:cs="Arial"/>
                <w:sz w:val="20"/>
              </w:rPr>
            </w:pPr>
          </w:p>
        </w:tc>
        <w:tc>
          <w:tcPr>
            <w:tcW w:w="1080" w:type="dxa"/>
          </w:tcPr>
          <w:p w:rsidR="00C90F36" w:rsidRPr="00B6315F" w:rsidRDefault="00C90F36" w:rsidP="00C90F36">
            <w:pPr>
              <w:spacing w:line="440" w:lineRule="exact"/>
              <w:rPr>
                <w:rFonts w:ascii="Arial" w:hAnsi="Arial" w:cs="Arial"/>
                <w:sz w:val="20"/>
              </w:rPr>
            </w:pPr>
          </w:p>
        </w:tc>
      </w:tr>
      <w:tr w:rsidR="00C90F36" w:rsidRPr="00237C24" w:rsidTr="00000305">
        <w:tc>
          <w:tcPr>
            <w:tcW w:w="4500" w:type="dxa"/>
            <w:gridSpan w:val="2"/>
            <w:tcBorders>
              <w:bottom w:val="single" w:sz="4" w:space="0" w:color="auto"/>
            </w:tcBorders>
          </w:tcPr>
          <w:p w:rsidR="00C90F36" w:rsidRPr="00B6315F" w:rsidRDefault="00C90F36" w:rsidP="00C90F36">
            <w:pPr>
              <w:spacing w:line="440" w:lineRule="exact"/>
              <w:rPr>
                <w:rFonts w:ascii="Arial" w:hAnsi="Arial" w:cs="Arial"/>
                <w:sz w:val="20"/>
              </w:rPr>
            </w:pPr>
            <w:r w:rsidRPr="00B6315F">
              <w:rPr>
                <w:rFonts w:ascii="Arial" w:hAnsi="Arial" w:cs="Arial"/>
                <w:sz w:val="20"/>
              </w:rPr>
              <w:t>4.</w:t>
            </w:r>
          </w:p>
        </w:tc>
        <w:tc>
          <w:tcPr>
            <w:tcW w:w="117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26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89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080" w:type="dxa"/>
            <w:tcBorders>
              <w:bottom w:val="single" w:sz="4" w:space="0" w:color="auto"/>
            </w:tcBorders>
          </w:tcPr>
          <w:p w:rsidR="00C90F36" w:rsidRPr="00B6315F" w:rsidRDefault="00C90F36" w:rsidP="00C90F36">
            <w:pPr>
              <w:spacing w:line="440" w:lineRule="exact"/>
              <w:rPr>
                <w:rFonts w:ascii="Arial" w:hAnsi="Arial" w:cs="Arial"/>
                <w:sz w:val="20"/>
              </w:rPr>
            </w:pPr>
          </w:p>
        </w:tc>
      </w:tr>
      <w:tr w:rsidR="00C90F36" w:rsidRPr="00237C24" w:rsidTr="00000305">
        <w:tc>
          <w:tcPr>
            <w:tcW w:w="4500" w:type="dxa"/>
            <w:gridSpan w:val="2"/>
            <w:tcBorders>
              <w:bottom w:val="single" w:sz="4" w:space="0" w:color="auto"/>
            </w:tcBorders>
          </w:tcPr>
          <w:p w:rsidR="00C90F36" w:rsidRPr="00B6315F" w:rsidRDefault="00C90F36" w:rsidP="00C90F36">
            <w:pPr>
              <w:spacing w:line="440" w:lineRule="exact"/>
              <w:rPr>
                <w:rFonts w:ascii="Arial" w:hAnsi="Arial" w:cs="Arial"/>
                <w:sz w:val="20"/>
              </w:rPr>
            </w:pPr>
            <w:r w:rsidRPr="00B6315F">
              <w:rPr>
                <w:rFonts w:ascii="Arial" w:hAnsi="Arial" w:cs="Arial"/>
                <w:sz w:val="20"/>
              </w:rPr>
              <w:t>5.</w:t>
            </w:r>
          </w:p>
        </w:tc>
        <w:tc>
          <w:tcPr>
            <w:tcW w:w="117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26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890" w:type="dxa"/>
            <w:tcBorders>
              <w:bottom w:val="single" w:sz="4" w:space="0" w:color="auto"/>
            </w:tcBorders>
          </w:tcPr>
          <w:p w:rsidR="00C90F36" w:rsidRPr="00B6315F" w:rsidRDefault="00C90F36" w:rsidP="00C90F36">
            <w:pPr>
              <w:spacing w:line="440" w:lineRule="exact"/>
              <w:rPr>
                <w:rFonts w:ascii="Arial" w:hAnsi="Arial" w:cs="Arial"/>
                <w:sz w:val="20"/>
              </w:rPr>
            </w:pPr>
          </w:p>
        </w:tc>
        <w:tc>
          <w:tcPr>
            <w:tcW w:w="1080" w:type="dxa"/>
            <w:tcBorders>
              <w:bottom w:val="single" w:sz="4" w:space="0" w:color="auto"/>
            </w:tcBorders>
          </w:tcPr>
          <w:p w:rsidR="00C90F36" w:rsidRPr="00B6315F" w:rsidRDefault="00C90F36" w:rsidP="00C90F36">
            <w:pPr>
              <w:spacing w:line="440" w:lineRule="exact"/>
              <w:rPr>
                <w:rFonts w:ascii="Arial" w:hAnsi="Arial" w:cs="Arial"/>
                <w:sz w:val="20"/>
              </w:rPr>
            </w:pPr>
          </w:p>
        </w:tc>
      </w:tr>
      <w:tr w:rsidR="00C7341D" w:rsidRPr="00237C24" w:rsidTr="00000305">
        <w:tc>
          <w:tcPr>
            <w:tcW w:w="4500" w:type="dxa"/>
            <w:gridSpan w:val="2"/>
            <w:tcBorders>
              <w:bottom w:val="single" w:sz="4" w:space="0" w:color="auto"/>
            </w:tcBorders>
          </w:tcPr>
          <w:p w:rsidR="00C7341D" w:rsidRPr="00B6315F" w:rsidRDefault="00C7341D" w:rsidP="00C90F36">
            <w:pPr>
              <w:spacing w:line="440" w:lineRule="exact"/>
              <w:rPr>
                <w:rFonts w:ascii="Arial" w:hAnsi="Arial" w:cs="Arial"/>
                <w:sz w:val="20"/>
              </w:rPr>
            </w:pPr>
            <w:r>
              <w:rPr>
                <w:rFonts w:ascii="Arial" w:hAnsi="Arial" w:cs="Arial"/>
                <w:sz w:val="20"/>
              </w:rPr>
              <w:t>6.</w:t>
            </w:r>
          </w:p>
        </w:tc>
        <w:tc>
          <w:tcPr>
            <w:tcW w:w="117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26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89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080" w:type="dxa"/>
            <w:tcBorders>
              <w:bottom w:val="single" w:sz="4" w:space="0" w:color="auto"/>
            </w:tcBorders>
          </w:tcPr>
          <w:p w:rsidR="00C7341D" w:rsidRPr="00B6315F" w:rsidRDefault="00C7341D" w:rsidP="00C90F36">
            <w:pPr>
              <w:spacing w:line="440" w:lineRule="exact"/>
              <w:rPr>
                <w:rFonts w:ascii="Arial" w:hAnsi="Arial" w:cs="Arial"/>
                <w:sz w:val="20"/>
              </w:rPr>
            </w:pPr>
          </w:p>
        </w:tc>
      </w:tr>
      <w:tr w:rsidR="00C7341D" w:rsidRPr="00237C24" w:rsidTr="00000305">
        <w:tc>
          <w:tcPr>
            <w:tcW w:w="4500" w:type="dxa"/>
            <w:gridSpan w:val="2"/>
            <w:tcBorders>
              <w:bottom w:val="single" w:sz="4" w:space="0" w:color="auto"/>
            </w:tcBorders>
          </w:tcPr>
          <w:p w:rsidR="00C7341D" w:rsidRPr="00B6315F" w:rsidRDefault="00C7341D" w:rsidP="00C90F36">
            <w:pPr>
              <w:spacing w:line="440" w:lineRule="exact"/>
              <w:rPr>
                <w:rFonts w:ascii="Arial" w:hAnsi="Arial" w:cs="Arial"/>
                <w:sz w:val="20"/>
              </w:rPr>
            </w:pPr>
            <w:r>
              <w:rPr>
                <w:rFonts w:ascii="Arial" w:hAnsi="Arial" w:cs="Arial"/>
                <w:sz w:val="20"/>
              </w:rPr>
              <w:t>7.</w:t>
            </w:r>
          </w:p>
        </w:tc>
        <w:tc>
          <w:tcPr>
            <w:tcW w:w="117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26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89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080" w:type="dxa"/>
            <w:tcBorders>
              <w:bottom w:val="single" w:sz="4" w:space="0" w:color="auto"/>
            </w:tcBorders>
          </w:tcPr>
          <w:p w:rsidR="00C7341D" w:rsidRPr="00B6315F" w:rsidRDefault="00C7341D" w:rsidP="00C90F36">
            <w:pPr>
              <w:spacing w:line="440" w:lineRule="exact"/>
              <w:rPr>
                <w:rFonts w:ascii="Arial" w:hAnsi="Arial" w:cs="Arial"/>
                <w:sz w:val="20"/>
              </w:rPr>
            </w:pPr>
          </w:p>
        </w:tc>
      </w:tr>
      <w:tr w:rsidR="00C7341D" w:rsidRPr="00237C24" w:rsidTr="00000305">
        <w:tc>
          <w:tcPr>
            <w:tcW w:w="4500" w:type="dxa"/>
            <w:gridSpan w:val="2"/>
            <w:tcBorders>
              <w:bottom w:val="single" w:sz="4" w:space="0" w:color="auto"/>
            </w:tcBorders>
          </w:tcPr>
          <w:p w:rsidR="00C7341D" w:rsidRPr="00B6315F" w:rsidRDefault="00C7341D" w:rsidP="00C90F36">
            <w:pPr>
              <w:spacing w:line="440" w:lineRule="exact"/>
              <w:rPr>
                <w:rFonts w:ascii="Arial" w:hAnsi="Arial" w:cs="Arial"/>
                <w:sz w:val="20"/>
              </w:rPr>
            </w:pPr>
            <w:r>
              <w:rPr>
                <w:rFonts w:ascii="Arial" w:hAnsi="Arial" w:cs="Arial"/>
                <w:sz w:val="20"/>
              </w:rPr>
              <w:t>8.</w:t>
            </w:r>
          </w:p>
        </w:tc>
        <w:tc>
          <w:tcPr>
            <w:tcW w:w="117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26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89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080" w:type="dxa"/>
            <w:tcBorders>
              <w:bottom w:val="single" w:sz="4" w:space="0" w:color="auto"/>
            </w:tcBorders>
          </w:tcPr>
          <w:p w:rsidR="00C7341D" w:rsidRPr="00B6315F" w:rsidRDefault="00C7341D" w:rsidP="00C90F36">
            <w:pPr>
              <w:spacing w:line="440" w:lineRule="exact"/>
              <w:rPr>
                <w:rFonts w:ascii="Arial" w:hAnsi="Arial" w:cs="Arial"/>
                <w:sz w:val="20"/>
              </w:rPr>
            </w:pPr>
          </w:p>
        </w:tc>
      </w:tr>
      <w:tr w:rsidR="00C7341D" w:rsidRPr="00237C24" w:rsidTr="00000305">
        <w:tc>
          <w:tcPr>
            <w:tcW w:w="4500" w:type="dxa"/>
            <w:gridSpan w:val="2"/>
            <w:tcBorders>
              <w:bottom w:val="single" w:sz="4" w:space="0" w:color="auto"/>
            </w:tcBorders>
          </w:tcPr>
          <w:p w:rsidR="00C7341D" w:rsidRPr="00B6315F" w:rsidRDefault="00C7341D" w:rsidP="00C90F36">
            <w:pPr>
              <w:spacing w:line="440" w:lineRule="exact"/>
              <w:rPr>
                <w:rFonts w:ascii="Arial" w:hAnsi="Arial" w:cs="Arial"/>
                <w:sz w:val="20"/>
              </w:rPr>
            </w:pPr>
            <w:r>
              <w:rPr>
                <w:rFonts w:ascii="Arial" w:hAnsi="Arial" w:cs="Arial"/>
                <w:sz w:val="20"/>
              </w:rPr>
              <w:t>9.</w:t>
            </w:r>
          </w:p>
        </w:tc>
        <w:tc>
          <w:tcPr>
            <w:tcW w:w="117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26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89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080" w:type="dxa"/>
            <w:tcBorders>
              <w:bottom w:val="single" w:sz="4" w:space="0" w:color="auto"/>
            </w:tcBorders>
          </w:tcPr>
          <w:p w:rsidR="00C7341D" w:rsidRPr="00B6315F" w:rsidRDefault="00C7341D" w:rsidP="00C90F36">
            <w:pPr>
              <w:spacing w:line="440" w:lineRule="exact"/>
              <w:rPr>
                <w:rFonts w:ascii="Arial" w:hAnsi="Arial" w:cs="Arial"/>
                <w:sz w:val="20"/>
              </w:rPr>
            </w:pPr>
          </w:p>
        </w:tc>
      </w:tr>
      <w:tr w:rsidR="00C7341D" w:rsidRPr="00237C24" w:rsidTr="00000305">
        <w:tc>
          <w:tcPr>
            <w:tcW w:w="4500" w:type="dxa"/>
            <w:gridSpan w:val="2"/>
            <w:tcBorders>
              <w:bottom w:val="single" w:sz="4" w:space="0" w:color="auto"/>
            </w:tcBorders>
          </w:tcPr>
          <w:p w:rsidR="00C7341D" w:rsidRPr="00B6315F" w:rsidRDefault="00C7341D" w:rsidP="00C90F36">
            <w:pPr>
              <w:spacing w:line="440" w:lineRule="exact"/>
              <w:rPr>
                <w:rFonts w:ascii="Arial" w:hAnsi="Arial" w:cs="Arial"/>
                <w:sz w:val="20"/>
              </w:rPr>
            </w:pPr>
            <w:r>
              <w:rPr>
                <w:rFonts w:ascii="Arial" w:hAnsi="Arial" w:cs="Arial"/>
                <w:sz w:val="20"/>
              </w:rPr>
              <w:t>10.</w:t>
            </w:r>
          </w:p>
        </w:tc>
        <w:tc>
          <w:tcPr>
            <w:tcW w:w="117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26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890" w:type="dxa"/>
            <w:tcBorders>
              <w:bottom w:val="single" w:sz="4" w:space="0" w:color="auto"/>
            </w:tcBorders>
          </w:tcPr>
          <w:p w:rsidR="00C7341D" w:rsidRPr="00B6315F" w:rsidRDefault="00C7341D" w:rsidP="00C90F36">
            <w:pPr>
              <w:spacing w:line="440" w:lineRule="exact"/>
              <w:rPr>
                <w:rFonts w:ascii="Arial" w:hAnsi="Arial" w:cs="Arial"/>
                <w:sz w:val="20"/>
              </w:rPr>
            </w:pPr>
          </w:p>
        </w:tc>
        <w:tc>
          <w:tcPr>
            <w:tcW w:w="1080" w:type="dxa"/>
            <w:tcBorders>
              <w:bottom w:val="single" w:sz="4" w:space="0" w:color="auto"/>
            </w:tcBorders>
          </w:tcPr>
          <w:p w:rsidR="00C7341D" w:rsidRPr="00B6315F" w:rsidRDefault="00C7341D" w:rsidP="00C90F36">
            <w:pPr>
              <w:spacing w:line="440" w:lineRule="exact"/>
              <w:rPr>
                <w:rFonts w:ascii="Arial" w:hAnsi="Arial" w:cs="Arial"/>
                <w:sz w:val="20"/>
              </w:rPr>
            </w:pPr>
          </w:p>
        </w:tc>
      </w:tr>
    </w:tbl>
    <w:p w:rsidR="00C7341D" w:rsidRPr="00CA71E6" w:rsidRDefault="00C7341D" w:rsidP="004E4028">
      <w:pPr>
        <w:rPr>
          <w:rFonts w:ascii="Arial" w:hAnsi="Arial" w:cs="Arial"/>
          <w:szCs w:val="24"/>
        </w:rPr>
      </w:pPr>
    </w:p>
    <w:p w:rsidR="00C7341D" w:rsidRPr="00CA71E6" w:rsidRDefault="00C7341D" w:rsidP="004E4028">
      <w:pPr>
        <w:rPr>
          <w:rFonts w:ascii="Arial" w:hAnsi="Arial" w:cs="Arial"/>
          <w:szCs w:val="24"/>
        </w:rPr>
      </w:pPr>
      <w:r w:rsidRPr="00CA71E6">
        <w:rPr>
          <w:rFonts w:ascii="Arial" w:hAnsi="Arial" w:cs="Arial"/>
          <w:szCs w:val="24"/>
        </w:rPr>
        <w:t>Notes:</w:t>
      </w:r>
    </w:p>
    <w:tbl>
      <w:tblPr>
        <w:tblStyle w:val="TableGrid"/>
        <w:tblW w:w="0" w:type="auto"/>
        <w:tblLook w:val="04A0"/>
      </w:tblPr>
      <w:tblGrid>
        <w:gridCol w:w="10008"/>
      </w:tblGrid>
      <w:tr w:rsidR="00C7341D" w:rsidTr="00000305">
        <w:tc>
          <w:tcPr>
            <w:tcW w:w="10008" w:type="dxa"/>
          </w:tcPr>
          <w:p w:rsidR="00C7341D" w:rsidRDefault="00C7341D" w:rsidP="004E4028">
            <w:pPr>
              <w:rPr>
                <w:szCs w:val="24"/>
              </w:rPr>
            </w:pPr>
          </w:p>
          <w:p w:rsidR="00C7341D" w:rsidRDefault="00C7341D" w:rsidP="004E4028">
            <w:pPr>
              <w:rPr>
                <w:szCs w:val="24"/>
              </w:rPr>
            </w:pPr>
          </w:p>
          <w:p w:rsidR="00C7341D" w:rsidRDefault="00C7341D" w:rsidP="004E4028">
            <w:pPr>
              <w:rPr>
                <w:szCs w:val="24"/>
              </w:rPr>
            </w:pPr>
          </w:p>
          <w:p w:rsidR="00C7341D" w:rsidRDefault="00C7341D" w:rsidP="004E4028">
            <w:pPr>
              <w:rPr>
                <w:szCs w:val="24"/>
              </w:rPr>
            </w:pPr>
          </w:p>
          <w:p w:rsidR="00C7341D" w:rsidRDefault="00C7341D" w:rsidP="004E4028">
            <w:pPr>
              <w:rPr>
                <w:szCs w:val="24"/>
              </w:rPr>
            </w:pPr>
          </w:p>
          <w:p w:rsidR="00C7341D" w:rsidRDefault="00C7341D" w:rsidP="004E4028">
            <w:pPr>
              <w:rPr>
                <w:szCs w:val="24"/>
              </w:rPr>
            </w:pPr>
          </w:p>
          <w:p w:rsidR="00C7341D" w:rsidRDefault="00C7341D" w:rsidP="004E4028">
            <w:pPr>
              <w:rPr>
                <w:szCs w:val="24"/>
              </w:rPr>
            </w:pPr>
          </w:p>
        </w:tc>
      </w:tr>
    </w:tbl>
    <w:p w:rsidR="00C7341D" w:rsidRPr="004E4028" w:rsidRDefault="00C7341D" w:rsidP="004E4028">
      <w:pPr>
        <w:rPr>
          <w:szCs w:val="24"/>
        </w:rPr>
      </w:pPr>
    </w:p>
    <w:sectPr w:rsidR="00C7341D" w:rsidRPr="004E4028" w:rsidSect="001A3303">
      <w:headerReference w:type="default" r:id="rId10"/>
      <w:footerReference w:type="default" r:id="rId11"/>
      <w:pgSz w:w="12240" w:h="15840"/>
      <w:pgMar w:top="1440" w:right="1152" w:bottom="1440" w:left="1152"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305" w:rsidRDefault="00000305" w:rsidP="00CA2215">
      <w:pPr>
        <w:spacing w:after="0" w:line="240" w:lineRule="auto"/>
      </w:pPr>
      <w:r>
        <w:separator/>
      </w:r>
    </w:p>
  </w:endnote>
  <w:endnote w:type="continuationSeparator" w:id="0">
    <w:p w:rsidR="00000305" w:rsidRDefault="00000305" w:rsidP="00CA22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305" w:rsidRPr="001B0CE6" w:rsidRDefault="00000305" w:rsidP="00190C8F">
    <w:pPr>
      <w:pStyle w:val="Footer"/>
      <w:tabs>
        <w:tab w:val="clear" w:pos="9360"/>
        <w:tab w:val="right" w:pos="10890"/>
      </w:tabs>
      <w:ind w:left="-720" w:right="-1440"/>
      <w:rPr>
        <w:rFonts w:ascii="Arial Narrow" w:hAnsi="Arial Narrow" w:cs="Times New Roman"/>
        <w:sz w:val="20"/>
        <w:szCs w:val="20"/>
      </w:rPr>
    </w:pPr>
    <w:r>
      <w:rPr>
        <w:rFonts w:ascii="Arial Narrow" w:hAnsi="Arial Narrow" w:cs="Times New Roman"/>
        <w:noProof/>
        <w:color w:val="000000"/>
        <w:sz w:val="20"/>
        <w:szCs w:val="20"/>
      </w:rPr>
      <w:drawing>
        <wp:anchor distT="0" distB="0" distL="114300" distR="114300" simplePos="0" relativeHeight="251661312" behindDoc="0" locked="0" layoutInCell="1" allowOverlap="1">
          <wp:simplePos x="0" y="0"/>
          <wp:positionH relativeFrom="column">
            <wp:posOffset>5642610</wp:posOffset>
          </wp:positionH>
          <wp:positionV relativeFrom="paragraph">
            <wp:posOffset>-188595</wp:posOffset>
          </wp:positionV>
          <wp:extent cx="842010" cy="533400"/>
          <wp:effectExtent l="19050" t="0" r="0" b="0"/>
          <wp:wrapNone/>
          <wp:docPr id="2" name="Picture 1" descr="pc_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00_cmyk.png"/>
                  <pic:cNvPicPr/>
                </pic:nvPicPr>
                <pic:blipFill>
                  <a:blip r:embed="rId1"/>
                  <a:stretch>
                    <a:fillRect/>
                  </a:stretch>
                </pic:blipFill>
                <pic:spPr>
                  <a:xfrm>
                    <a:off x="0" y="0"/>
                    <a:ext cx="842010" cy="533400"/>
                  </a:xfrm>
                  <a:prstGeom prst="rect">
                    <a:avLst/>
                  </a:prstGeom>
                </pic:spPr>
              </pic:pic>
            </a:graphicData>
          </a:graphic>
        </wp:anchor>
      </w:drawing>
    </w:r>
    <w:r w:rsidRPr="001B0CE6">
      <w:rPr>
        <w:rFonts w:ascii="Arial Narrow" w:hAnsi="Arial Narrow" w:cs="Times New Roman"/>
        <w:color w:val="000000"/>
        <w:sz w:val="20"/>
        <w:szCs w:val="20"/>
      </w:rPr>
      <w:t xml:space="preserve">The Pinellas County Leadership Enhancement And Development (LEAD) program assists in the development of high potential </w:t>
    </w:r>
    <w:r w:rsidRPr="001B0CE6">
      <w:rPr>
        <w:rFonts w:ascii="Arial Narrow" w:hAnsi="Arial Narrow" w:cs="Times New Roman"/>
        <w:color w:val="000000"/>
        <w:sz w:val="20"/>
        <w:szCs w:val="20"/>
      </w:rPr>
      <w:br/>
      <w:t>employees to provide a leadership pipeline to meet future needs.</w:t>
    </w:r>
    <w:r w:rsidRPr="001B0CE6">
      <w:rPr>
        <w:rFonts w:ascii="Arial Narrow" w:hAnsi="Arial Narrow" w:cs="Times New Roman"/>
        <w:sz w:val="20"/>
        <w:szCs w:val="20"/>
      </w:rPr>
      <w:t xml:space="preserve"> LEAD </w:t>
    </w:r>
    <w:r w:rsidRPr="001B0CE6">
      <w:rPr>
        <w:rFonts w:ascii="Arial Narrow" w:hAnsi="Arial Narrow" w:cs="Times New Roman"/>
        <w:color w:val="000000"/>
        <w:sz w:val="20"/>
        <w:szCs w:val="20"/>
      </w:rPr>
      <w:t xml:space="preserve">replaces the previous Succession Management Program.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305" w:rsidRDefault="00000305" w:rsidP="00CA2215">
      <w:pPr>
        <w:spacing w:after="0" w:line="240" w:lineRule="auto"/>
      </w:pPr>
      <w:r>
        <w:separator/>
      </w:r>
    </w:p>
  </w:footnote>
  <w:footnote w:type="continuationSeparator" w:id="0">
    <w:p w:rsidR="00000305" w:rsidRDefault="00000305" w:rsidP="00CA22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305" w:rsidRDefault="00000305" w:rsidP="00C80BCA">
    <w:pPr>
      <w:pStyle w:val="Header"/>
      <w:tabs>
        <w:tab w:val="clear" w:pos="4680"/>
        <w:tab w:val="clear" w:pos="9360"/>
        <w:tab w:val="left" w:pos="2304"/>
      </w:tabs>
      <w:ind w:left="-1440" w:right="-1440"/>
    </w:pPr>
    <w:r>
      <w:rPr>
        <w:noProof/>
      </w:rPr>
      <w:drawing>
        <wp:anchor distT="0" distB="0" distL="114300" distR="114300" simplePos="0" relativeHeight="251657215" behindDoc="0" locked="0" layoutInCell="1" allowOverlap="1">
          <wp:simplePos x="0" y="0"/>
          <wp:positionH relativeFrom="column">
            <wp:posOffset>-895350</wp:posOffset>
          </wp:positionH>
          <wp:positionV relativeFrom="paragraph">
            <wp:posOffset>-466725</wp:posOffset>
          </wp:positionV>
          <wp:extent cx="7734300" cy="1162050"/>
          <wp:effectExtent l="19050" t="0" r="0" b="0"/>
          <wp:wrapSquare wrapText="bothSides"/>
          <wp:docPr id="3" name="Picture 2" descr="gold grad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 gradient.png"/>
                  <pic:cNvPicPr/>
                </pic:nvPicPr>
                <pic:blipFill>
                  <a:blip r:embed="rId1"/>
                  <a:stretch>
                    <a:fillRect/>
                  </a:stretch>
                </pic:blipFill>
                <pic:spPr>
                  <a:xfrm>
                    <a:off x="0" y="0"/>
                    <a:ext cx="7734300" cy="1162050"/>
                  </a:xfrm>
                  <a:prstGeom prst="rect">
                    <a:avLst/>
                  </a:prstGeom>
                </pic:spPr>
              </pic:pic>
            </a:graphicData>
          </a:graphic>
        </wp:anchor>
      </w:drawing>
    </w:r>
    <w:r>
      <w:rPr>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-190500</wp:posOffset>
          </wp:positionV>
          <wp:extent cx="2286000" cy="533400"/>
          <wp:effectExtent l="19050" t="0" r="0" b="0"/>
          <wp:wrapSquare wrapText="bothSides"/>
          <wp:docPr id="1" name="Picture 0" descr="lead-2-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2-line.png"/>
                  <pic:cNvPicPr/>
                </pic:nvPicPr>
                <pic:blipFill>
                  <a:blip r:embed="rId2"/>
                  <a:stretch>
                    <a:fillRect/>
                  </a:stretch>
                </pic:blipFill>
                <pic:spPr>
                  <a:xfrm>
                    <a:off x="0" y="0"/>
                    <a:ext cx="2286000" cy="533400"/>
                  </a:xfrm>
                  <a:prstGeom prst="rect">
                    <a:avLst/>
                  </a:prstGeom>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8764E"/>
    <w:multiLevelType w:val="hybridMultilevel"/>
    <w:tmpl w:val="EB408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091726"/>
    <w:multiLevelType w:val="hybridMultilevel"/>
    <w:tmpl w:val="60AAD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7C63F4"/>
    <w:multiLevelType w:val="hybridMultilevel"/>
    <w:tmpl w:val="C72442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5D401DC6"/>
    <w:multiLevelType w:val="hybridMultilevel"/>
    <w:tmpl w:val="8542B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907524"/>
    <w:multiLevelType w:val="hybridMultilevel"/>
    <w:tmpl w:val="0F5A4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7E3313"/>
    <w:multiLevelType w:val="hybridMultilevel"/>
    <w:tmpl w:val="1E863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624B09"/>
    <w:multiLevelType w:val="hybridMultilevel"/>
    <w:tmpl w:val="A7F4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EA25405"/>
    <w:multiLevelType w:val="hybridMultilevel"/>
    <w:tmpl w:val="E2569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3D2581"/>
    <w:rsid w:val="00000305"/>
    <w:rsid w:val="00003E09"/>
    <w:rsid w:val="00003F91"/>
    <w:rsid w:val="0001076D"/>
    <w:rsid w:val="00011C0A"/>
    <w:rsid w:val="000158B0"/>
    <w:rsid w:val="00015F71"/>
    <w:rsid w:val="00016C4E"/>
    <w:rsid w:val="00017557"/>
    <w:rsid w:val="000176F6"/>
    <w:rsid w:val="00020735"/>
    <w:rsid w:val="00022A10"/>
    <w:rsid w:val="000233A5"/>
    <w:rsid w:val="00025900"/>
    <w:rsid w:val="00030193"/>
    <w:rsid w:val="00031964"/>
    <w:rsid w:val="000319C8"/>
    <w:rsid w:val="00031D91"/>
    <w:rsid w:val="0003556A"/>
    <w:rsid w:val="0003558E"/>
    <w:rsid w:val="000371A8"/>
    <w:rsid w:val="00037B69"/>
    <w:rsid w:val="00040160"/>
    <w:rsid w:val="0004140E"/>
    <w:rsid w:val="00044CEB"/>
    <w:rsid w:val="00044F42"/>
    <w:rsid w:val="000516CC"/>
    <w:rsid w:val="00052B96"/>
    <w:rsid w:val="00053CEF"/>
    <w:rsid w:val="00060F1E"/>
    <w:rsid w:val="00062B24"/>
    <w:rsid w:val="0006412A"/>
    <w:rsid w:val="0006442B"/>
    <w:rsid w:val="000665E4"/>
    <w:rsid w:val="00075C99"/>
    <w:rsid w:val="000808C7"/>
    <w:rsid w:val="00081A3E"/>
    <w:rsid w:val="00082F54"/>
    <w:rsid w:val="000852B9"/>
    <w:rsid w:val="00085301"/>
    <w:rsid w:val="000918E9"/>
    <w:rsid w:val="000A0AA6"/>
    <w:rsid w:val="000A39D6"/>
    <w:rsid w:val="000A7AA9"/>
    <w:rsid w:val="000B1C61"/>
    <w:rsid w:val="000B1FD1"/>
    <w:rsid w:val="000B438A"/>
    <w:rsid w:val="000B4D05"/>
    <w:rsid w:val="000B6E5A"/>
    <w:rsid w:val="000C07E0"/>
    <w:rsid w:val="000C32BD"/>
    <w:rsid w:val="000C515C"/>
    <w:rsid w:val="000C696E"/>
    <w:rsid w:val="000D5E88"/>
    <w:rsid w:val="000E018D"/>
    <w:rsid w:val="000F4231"/>
    <w:rsid w:val="00101749"/>
    <w:rsid w:val="0010359A"/>
    <w:rsid w:val="00113915"/>
    <w:rsid w:val="00117E77"/>
    <w:rsid w:val="00122B16"/>
    <w:rsid w:val="00124D81"/>
    <w:rsid w:val="00125BD1"/>
    <w:rsid w:val="00125C23"/>
    <w:rsid w:val="001266F9"/>
    <w:rsid w:val="001272E0"/>
    <w:rsid w:val="0013181B"/>
    <w:rsid w:val="00132594"/>
    <w:rsid w:val="00132CD2"/>
    <w:rsid w:val="0013411B"/>
    <w:rsid w:val="00136125"/>
    <w:rsid w:val="00136504"/>
    <w:rsid w:val="0013707E"/>
    <w:rsid w:val="001443E1"/>
    <w:rsid w:val="0014556F"/>
    <w:rsid w:val="00145684"/>
    <w:rsid w:val="001502BE"/>
    <w:rsid w:val="001505DC"/>
    <w:rsid w:val="001530B7"/>
    <w:rsid w:val="00157E6B"/>
    <w:rsid w:val="00161EE4"/>
    <w:rsid w:val="00162C1C"/>
    <w:rsid w:val="0016331D"/>
    <w:rsid w:val="00166A0E"/>
    <w:rsid w:val="00167D71"/>
    <w:rsid w:val="0017096B"/>
    <w:rsid w:val="00170E64"/>
    <w:rsid w:val="0017257F"/>
    <w:rsid w:val="0017494F"/>
    <w:rsid w:val="00174AFD"/>
    <w:rsid w:val="001765E7"/>
    <w:rsid w:val="001773AF"/>
    <w:rsid w:val="00184266"/>
    <w:rsid w:val="00187600"/>
    <w:rsid w:val="00187C6B"/>
    <w:rsid w:val="00187D02"/>
    <w:rsid w:val="00190C8F"/>
    <w:rsid w:val="00192373"/>
    <w:rsid w:val="001953C5"/>
    <w:rsid w:val="001965B4"/>
    <w:rsid w:val="001979DF"/>
    <w:rsid w:val="001A159E"/>
    <w:rsid w:val="001A2CBF"/>
    <w:rsid w:val="001A3303"/>
    <w:rsid w:val="001A4998"/>
    <w:rsid w:val="001A4A54"/>
    <w:rsid w:val="001A6BA6"/>
    <w:rsid w:val="001B0CE6"/>
    <w:rsid w:val="001B30BA"/>
    <w:rsid w:val="001B30C9"/>
    <w:rsid w:val="001B5B64"/>
    <w:rsid w:val="001B614A"/>
    <w:rsid w:val="001B6600"/>
    <w:rsid w:val="001B6C0F"/>
    <w:rsid w:val="001C2497"/>
    <w:rsid w:val="001C575C"/>
    <w:rsid w:val="001C7547"/>
    <w:rsid w:val="001C7C2C"/>
    <w:rsid w:val="001D1BB2"/>
    <w:rsid w:val="001D2951"/>
    <w:rsid w:val="001D2F43"/>
    <w:rsid w:val="001D3DDA"/>
    <w:rsid w:val="001D4370"/>
    <w:rsid w:val="001D4E43"/>
    <w:rsid w:val="001D6F38"/>
    <w:rsid w:val="001E4580"/>
    <w:rsid w:val="001F3814"/>
    <w:rsid w:val="001F3BC5"/>
    <w:rsid w:val="001F468D"/>
    <w:rsid w:val="001F58D3"/>
    <w:rsid w:val="001F67A4"/>
    <w:rsid w:val="0020048D"/>
    <w:rsid w:val="00200EDC"/>
    <w:rsid w:val="002012F4"/>
    <w:rsid w:val="00202189"/>
    <w:rsid w:val="00205BA2"/>
    <w:rsid w:val="0020753E"/>
    <w:rsid w:val="00211F92"/>
    <w:rsid w:val="0021452D"/>
    <w:rsid w:val="00215C76"/>
    <w:rsid w:val="00221803"/>
    <w:rsid w:val="00227797"/>
    <w:rsid w:val="00233856"/>
    <w:rsid w:val="002352D2"/>
    <w:rsid w:val="002365A8"/>
    <w:rsid w:val="00236EA6"/>
    <w:rsid w:val="00241599"/>
    <w:rsid w:val="002456E9"/>
    <w:rsid w:val="00246CD8"/>
    <w:rsid w:val="00247EB7"/>
    <w:rsid w:val="002514EC"/>
    <w:rsid w:val="0025162E"/>
    <w:rsid w:val="00253640"/>
    <w:rsid w:val="0026083B"/>
    <w:rsid w:val="00261672"/>
    <w:rsid w:val="00261E97"/>
    <w:rsid w:val="00264505"/>
    <w:rsid w:val="00264821"/>
    <w:rsid w:val="00266859"/>
    <w:rsid w:val="00267FCD"/>
    <w:rsid w:val="00271203"/>
    <w:rsid w:val="002755DE"/>
    <w:rsid w:val="002809AE"/>
    <w:rsid w:val="00287742"/>
    <w:rsid w:val="002879ED"/>
    <w:rsid w:val="00290A51"/>
    <w:rsid w:val="00292111"/>
    <w:rsid w:val="00294A13"/>
    <w:rsid w:val="002A5A85"/>
    <w:rsid w:val="002A6A33"/>
    <w:rsid w:val="002A725B"/>
    <w:rsid w:val="002B148D"/>
    <w:rsid w:val="002C0E1E"/>
    <w:rsid w:val="002C3409"/>
    <w:rsid w:val="002C3C7B"/>
    <w:rsid w:val="002C5507"/>
    <w:rsid w:val="002C5D61"/>
    <w:rsid w:val="002C794C"/>
    <w:rsid w:val="002D2A50"/>
    <w:rsid w:val="002D531D"/>
    <w:rsid w:val="002D6CB8"/>
    <w:rsid w:val="002D6F7C"/>
    <w:rsid w:val="002D7690"/>
    <w:rsid w:val="002E70BB"/>
    <w:rsid w:val="002E7835"/>
    <w:rsid w:val="002F1612"/>
    <w:rsid w:val="002F35D0"/>
    <w:rsid w:val="002F4AB9"/>
    <w:rsid w:val="002F6468"/>
    <w:rsid w:val="002F7E5F"/>
    <w:rsid w:val="00301470"/>
    <w:rsid w:val="00302DA3"/>
    <w:rsid w:val="00305B98"/>
    <w:rsid w:val="00305C39"/>
    <w:rsid w:val="003138A7"/>
    <w:rsid w:val="003149AC"/>
    <w:rsid w:val="00316B16"/>
    <w:rsid w:val="00317039"/>
    <w:rsid w:val="00320C24"/>
    <w:rsid w:val="003216C4"/>
    <w:rsid w:val="003242FD"/>
    <w:rsid w:val="00324BC2"/>
    <w:rsid w:val="0033438D"/>
    <w:rsid w:val="00334479"/>
    <w:rsid w:val="00335047"/>
    <w:rsid w:val="003354F9"/>
    <w:rsid w:val="00336869"/>
    <w:rsid w:val="003412E8"/>
    <w:rsid w:val="0034317F"/>
    <w:rsid w:val="003466C7"/>
    <w:rsid w:val="0035069C"/>
    <w:rsid w:val="00355BFE"/>
    <w:rsid w:val="00356BBE"/>
    <w:rsid w:val="003573D7"/>
    <w:rsid w:val="003576A0"/>
    <w:rsid w:val="00362BF0"/>
    <w:rsid w:val="00362D94"/>
    <w:rsid w:val="003634CA"/>
    <w:rsid w:val="0036717E"/>
    <w:rsid w:val="00367A91"/>
    <w:rsid w:val="00367CC4"/>
    <w:rsid w:val="003714BC"/>
    <w:rsid w:val="00374822"/>
    <w:rsid w:val="00376A6C"/>
    <w:rsid w:val="00377EBD"/>
    <w:rsid w:val="00380861"/>
    <w:rsid w:val="00382979"/>
    <w:rsid w:val="00385EE1"/>
    <w:rsid w:val="00387175"/>
    <w:rsid w:val="00391F0A"/>
    <w:rsid w:val="003921A3"/>
    <w:rsid w:val="00393ABA"/>
    <w:rsid w:val="00393CAB"/>
    <w:rsid w:val="00393D14"/>
    <w:rsid w:val="00396847"/>
    <w:rsid w:val="003A0D06"/>
    <w:rsid w:val="003A19F7"/>
    <w:rsid w:val="003A4191"/>
    <w:rsid w:val="003A48E3"/>
    <w:rsid w:val="003A5D8F"/>
    <w:rsid w:val="003C6F7E"/>
    <w:rsid w:val="003D07F9"/>
    <w:rsid w:val="003D0980"/>
    <w:rsid w:val="003D2581"/>
    <w:rsid w:val="003D3352"/>
    <w:rsid w:val="003D48E3"/>
    <w:rsid w:val="003D662D"/>
    <w:rsid w:val="003E3231"/>
    <w:rsid w:val="003E46A2"/>
    <w:rsid w:val="003E5644"/>
    <w:rsid w:val="003E7A24"/>
    <w:rsid w:val="003F34B3"/>
    <w:rsid w:val="003F5671"/>
    <w:rsid w:val="003F5D48"/>
    <w:rsid w:val="003F6DA7"/>
    <w:rsid w:val="003F7549"/>
    <w:rsid w:val="00405674"/>
    <w:rsid w:val="0040602F"/>
    <w:rsid w:val="00407181"/>
    <w:rsid w:val="004075BD"/>
    <w:rsid w:val="00407FA8"/>
    <w:rsid w:val="00415DC2"/>
    <w:rsid w:val="004175D6"/>
    <w:rsid w:val="00417C20"/>
    <w:rsid w:val="0042068E"/>
    <w:rsid w:val="0042326E"/>
    <w:rsid w:val="0042527D"/>
    <w:rsid w:val="00426C76"/>
    <w:rsid w:val="00434183"/>
    <w:rsid w:val="004342FE"/>
    <w:rsid w:val="004346F7"/>
    <w:rsid w:val="00434E7F"/>
    <w:rsid w:val="00435D80"/>
    <w:rsid w:val="00437863"/>
    <w:rsid w:val="004439AB"/>
    <w:rsid w:val="00444C3D"/>
    <w:rsid w:val="00453C7D"/>
    <w:rsid w:val="00456843"/>
    <w:rsid w:val="00456AF0"/>
    <w:rsid w:val="00456D0F"/>
    <w:rsid w:val="0046094E"/>
    <w:rsid w:val="004627B2"/>
    <w:rsid w:val="00467ED0"/>
    <w:rsid w:val="00473494"/>
    <w:rsid w:val="00477A33"/>
    <w:rsid w:val="00481280"/>
    <w:rsid w:val="004826A7"/>
    <w:rsid w:val="004829C7"/>
    <w:rsid w:val="00485766"/>
    <w:rsid w:val="00485A4B"/>
    <w:rsid w:val="00486ECC"/>
    <w:rsid w:val="00487A95"/>
    <w:rsid w:val="00487C9E"/>
    <w:rsid w:val="004915CB"/>
    <w:rsid w:val="00491677"/>
    <w:rsid w:val="00493FA3"/>
    <w:rsid w:val="004946A7"/>
    <w:rsid w:val="0049537E"/>
    <w:rsid w:val="0049748C"/>
    <w:rsid w:val="004A175D"/>
    <w:rsid w:val="004A253C"/>
    <w:rsid w:val="004A42D0"/>
    <w:rsid w:val="004A587E"/>
    <w:rsid w:val="004B1810"/>
    <w:rsid w:val="004B1D6A"/>
    <w:rsid w:val="004B2CE9"/>
    <w:rsid w:val="004B59CA"/>
    <w:rsid w:val="004B65C3"/>
    <w:rsid w:val="004B7236"/>
    <w:rsid w:val="004C014B"/>
    <w:rsid w:val="004C0B7B"/>
    <w:rsid w:val="004C479F"/>
    <w:rsid w:val="004C5E97"/>
    <w:rsid w:val="004C69B0"/>
    <w:rsid w:val="004C7B32"/>
    <w:rsid w:val="004E0A27"/>
    <w:rsid w:val="004E4028"/>
    <w:rsid w:val="004E4FDF"/>
    <w:rsid w:val="004F098D"/>
    <w:rsid w:val="004F0AA0"/>
    <w:rsid w:val="004F0B19"/>
    <w:rsid w:val="004F1432"/>
    <w:rsid w:val="004F35D9"/>
    <w:rsid w:val="004F479D"/>
    <w:rsid w:val="004F5072"/>
    <w:rsid w:val="004F6243"/>
    <w:rsid w:val="004F720B"/>
    <w:rsid w:val="005056FB"/>
    <w:rsid w:val="005164E6"/>
    <w:rsid w:val="005177B1"/>
    <w:rsid w:val="00517AA5"/>
    <w:rsid w:val="00525C12"/>
    <w:rsid w:val="0053152C"/>
    <w:rsid w:val="00533479"/>
    <w:rsid w:val="00536649"/>
    <w:rsid w:val="00537777"/>
    <w:rsid w:val="00540823"/>
    <w:rsid w:val="00543AD5"/>
    <w:rsid w:val="0054742C"/>
    <w:rsid w:val="00550AFC"/>
    <w:rsid w:val="0055390E"/>
    <w:rsid w:val="0055683E"/>
    <w:rsid w:val="005574E6"/>
    <w:rsid w:val="0056183B"/>
    <w:rsid w:val="00562048"/>
    <w:rsid w:val="00571475"/>
    <w:rsid w:val="005730DD"/>
    <w:rsid w:val="0057464D"/>
    <w:rsid w:val="005746D2"/>
    <w:rsid w:val="005770DF"/>
    <w:rsid w:val="00577CAF"/>
    <w:rsid w:val="005817DC"/>
    <w:rsid w:val="00581F29"/>
    <w:rsid w:val="005828BC"/>
    <w:rsid w:val="00583A29"/>
    <w:rsid w:val="00584DF5"/>
    <w:rsid w:val="0059053F"/>
    <w:rsid w:val="005907D3"/>
    <w:rsid w:val="005A33B8"/>
    <w:rsid w:val="005A36DE"/>
    <w:rsid w:val="005A39F0"/>
    <w:rsid w:val="005A4542"/>
    <w:rsid w:val="005A5869"/>
    <w:rsid w:val="005A7B76"/>
    <w:rsid w:val="005B0B0F"/>
    <w:rsid w:val="005B1DFF"/>
    <w:rsid w:val="005B495F"/>
    <w:rsid w:val="005B4A13"/>
    <w:rsid w:val="005B64F8"/>
    <w:rsid w:val="005C0AA6"/>
    <w:rsid w:val="005C3CD4"/>
    <w:rsid w:val="005C793F"/>
    <w:rsid w:val="005C7C9C"/>
    <w:rsid w:val="005D0939"/>
    <w:rsid w:val="005D4BBC"/>
    <w:rsid w:val="005D5813"/>
    <w:rsid w:val="005E2D91"/>
    <w:rsid w:val="005E3DE9"/>
    <w:rsid w:val="005E426E"/>
    <w:rsid w:val="005F6B07"/>
    <w:rsid w:val="005F6B9B"/>
    <w:rsid w:val="005F7B1D"/>
    <w:rsid w:val="0060403A"/>
    <w:rsid w:val="00604ED7"/>
    <w:rsid w:val="006102B4"/>
    <w:rsid w:val="006109EA"/>
    <w:rsid w:val="00611B8A"/>
    <w:rsid w:val="00615331"/>
    <w:rsid w:val="00615C46"/>
    <w:rsid w:val="0062263F"/>
    <w:rsid w:val="0062273B"/>
    <w:rsid w:val="006230F4"/>
    <w:rsid w:val="00623327"/>
    <w:rsid w:val="00630652"/>
    <w:rsid w:val="00633676"/>
    <w:rsid w:val="00635405"/>
    <w:rsid w:val="00635D68"/>
    <w:rsid w:val="00640D12"/>
    <w:rsid w:val="006413AD"/>
    <w:rsid w:val="006443D4"/>
    <w:rsid w:val="00647553"/>
    <w:rsid w:val="00647AD7"/>
    <w:rsid w:val="00651AEF"/>
    <w:rsid w:val="00652811"/>
    <w:rsid w:val="00661453"/>
    <w:rsid w:val="006637FF"/>
    <w:rsid w:val="006657B0"/>
    <w:rsid w:val="006664B5"/>
    <w:rsid w:val="0066668A"/>
    <w:rsid w:val="006712DB"/>
    <w:rsid w:val="00671477"/>
    <w:rsid w:val="00676319"/>
    <w:rsid w:val="00680CC4"/>
    <w:rsid w:val="006842E1"/>
    <w:rsid w:val="00685C3F"/>
    <w:rsid w:val="00685F7E"/>
    <w:rsid w:val="00691931"/>
    <w:rsid w:val="0069477A"/>
    <w:rsid w:val="00697345"/>
    <w:rsid w:val="006A0116"/>
    <w:rsid w:val="006A0F69"/>
    <w:rsid w:val="006A1B99"/>
    <w:rsid w:val="006A2704"/>
    <w:rsid w:val="006A7884"/>
    <w:rsid w:val="006B2E1B"/>
    <w:rsid w:val="006B39EF"/>
    <w:rsid w:val="006B44DE"/>
    <w:rsid w:val="006B5DD0"/>
    <w:rsid w:val="006B6671"/>
    <w:rsid w:val="006C0456"/>
    <w:rsid w:val="006C23FB"/>
    <w:rsid w:val="006C2549"/>
    <w:rsid w:val="006C32D7"/>
    <w:rsid w:val="006C606F"/>
    <w:rsid w:val="006D2991"/>
    <w:rsid w:val="006D3E79"/>
    <w:rsid w:val="006D5D14"/>
    <w:rsid w:val="006D7388"/>
    <w:rsid w:val="006E23C7"/>
    <w:rsid w:val="006E30B7"/>
    <w:rsid w:val="006E6232"/>
    <w:rsid w:val="006E6A91"/>
    <w:rsid w:val="006F1065"/>
    <w:rsid w:val="006F3970"/>
    <w:rsid w:val="006F6043"/>
    <w:rsid w:val="006F7B2B"/>
    <w:rsid w:val="00700FA4"/>
    <w:rsid w:val="00701007"/>
    <w:rsid w:val="00701742"/>
    <w:rsid w:val="00710504"/>
    <w:rsid w:val="00713B7D"/>
    <w:rsid w:val="00715EFC"/>
    <w:rsid w:val="007161F8"/>
    <w:rsid w:val="00717149"/>
    <w:rsid w:val="007171FF"/>
    <w:rsid w:val="00726534"/>
    <w:rsid w:val="007266FC"/>
    <w:rsid w:val="00726F2F"/>
    <w:rsid w:val="00736BA4"/>
    <w:rsid w:val="00741DD3"/>
    <w:rsid w:val="007465F4"/>
    <w:rsid w:val="00747116"/>
    <w:rsid w:val="0075445F"/>
    <w:rsid w:val="007547A3"/>
    <w:rsid w:val="00756490"/>
    <w:rsid w:val="007576C0"/>
    <w:rsid w:val="00760773"/>
    <w:rsid w:val="0076370B"/>
    <w:rsid w:val="00763E2B"/>
    <w:rsid w:val="00764F83"/>
    <w:rsid w:val="00765477"/>
    <w:rsid w:val="00765B88"/>
    <w:rsid w:val="00766FE8"/>
    <w:rsid w:val="0077119F"/>
    <w:rsid w:val="007716A2"/>
    <w:rsid w:val="00772645"/>
    <w:rsid w:val="007757ED"/>
    <w:rsid w:val="00776552"/>
    <w:rsid w:val="00777946"/>
    <w:rsid w:val="00782ECB"/>
    <w:rsid w:val="00783FD3"/>
    <w:rsid w:val="00785E36"/>
    <w:rsid w:val="00787146"/>
    <w:rsid w:val="00791623"/>
    <w:rsid w:val="00793EA8"/>
    <w:rsid w:val="0079428F"/>
    <w:rsid w:val="007970E1"/>
    <w:rsid w:val="007A2E74"/>
    <w:rsid w:val="007A48E5"/>
    <w:rsid w:val="007B00A1"/>
    <w:rsid w:val="007B0B52"/>
    <w:rsid w:val="007B2101"/>
    <w:rsid w:val="007B4B83"/>
    <w:rsid w:val="007B7975"/>
    <w:rsid w:val="007C058F"/>
    <w:rsid w:val="007C1787"/>
    <w:rsid w:val="007C1C12"/>
    <w:rsid w:val="007C59B5"/>
    <w:rsid w:val="007D506E"/>
    <w:rsid w:val="007D7CF0"/>
    <w:rsid w:val="007E0329"/>
    <w:rsid w:val="007E4D76"/>
    <w:rsid w:val="007E5887"/>
    <w:rsid w:val="007F0EC3"/>
    <w:rsid w:val="007F2112"/>
    <w:rsid w:val="007F6680"/>
    <w:rsid w:val="00800512"/>
    <w:rsid w:val="00803688"/>
    <w:rsid w:val="0080541C"/>
    <w:rsid w:val="00806CCE"/>
    <w:rsid w:val="008107D2"/>
    <w:rsid w:val="00810F71"/>
    <w:rsid w:val="00812CCD"/>
    <w:rsid w:val="0081787D"/>
    <w:rsid w:val="00823DA7"/>
    <w:rsid w:val="008261BD"/>
    <w:rsid w:val="00830AD0"/>
    <w:rsid w:val="00830FDD"/>
    <w:rsid w:val="008436F3"/>
    <w:rsid w:val="0084570E"/>
    <w:rsid w:val="00845D4D"/>
    <w:rsid w:val="008504C1"/>
    <w:rsid w:val="00850FC1"/>
    <w:rsid w:val="00853A3C"/>
    <w:rsid w:val="00853EAF"/>
    <w:rsid w:val="008542B7"/>
    <w:rsid w:val="00855852"/>
    <w:rsid w:val="00860722"/>
    <w:rsid w:val="00862B1D"/>
    <w:rsid w:val="00863744"/>
    <w:rsid w:val="00864C08"/>
    <w:rsid w:val="00865DDA"/>
    <w:rsid w:val="00866C64"/>
    <w:rsid w:val="0086748D"/>
    <w:rsid w:val="00867A18"/>
    <w:rsid w:val="00871CB6"/>
    <w:rsid w:val="00873292"/>
    <w:rsid w:val="00874CEF"/>
    <w:rsid w:val="008809AF"/>
    <w:rsid w:val="00884154"/>
    <w:rsid w:val="0088616D"/>
    <w:rsid w:val="00887327"/>
    <w:rsid w:val="00895694"/>
    <w:rsid w:val="0089638E"/>
    <w:rsid w:val="008A0073"/>
    <w:rsid w:val="008A50BD"/>
    <w:rsid w:val="008A64DA"/>
    <w:rsid w:val="008A6CD4"/>
    <w:rsid w:val="008A77DE"/>
    <w:rsid w:val="008B07F2"/>
    <w:rsid w:val="008B1481"/>
    <w:rsid w:val="008B49F9"/>
    <w:rsid w:val="008B525C"/>
    <w:rsid w:val="008B6A74"/>
    <w:rsid w:val="008B6F1C"/>
    <w:rsid w:val="008C59A2"/>
    <w:rsid w:val="008C6974"/>
    <w:rsid w:val="008C6FCB"/>
    <w:rsid w:val="008D1464"/>
    <w:rsid w:val="008D37AC"/>
    <w:rsid w:val="008D3FCF"/>
    <w:rsid w:val="008D455D"/>
    <w:rsid w:val="008E4980"/>
    <w:rsid w:val="008E66D4"/>
    <w:rsid w:val="008E7001"/>
    <w:rsid w:val="008E73F8"/>
    <w:rsid w:val="008F2D0B"/>
    <w:rsid w:val="008F4F66"/>
    <w:rsid w:val="008F603C"/>
    <w:rsid w:val="008F6141"/>
    <w:rsid w:val="00904C49"/>
    <w:rsid w:val="00906327"/>
    <w:rsid w:val="00906DCD"/>
    <w:rsid w:val="0090785F"/>
    <w:rsid w:val="009110CC"/>
    <w:rsid w:val="00915D70"/>
    <w:rsid w:val="00917625"/>
    <w:rsid w:val="00920365"/>
    <w:rsid w:val="00921277"/>
    <w:rsid w:val="00922803"/>
    <w:rsid w:val="009247F5"/>
    <w:rsid w:val="00924AD0"/>
    <w:rsid w:val="009252B2"/>
    <w:rsid w:val="00927377"/>
    <w:rsid w:val="00927B28"/>
    <w:rsid w:val="00930ABE"/>
    <w:rsid w:val="0093113A"/>
    <w:rsid w:val="009321C0"/>
    <w:rsid w:val="00932490"/>
    <w:rsid w:val="00934C54"/>
    <w:rsid w:val="00936A74"/>
    <w:rsid w:val="00937DD1"/>
    <w:rsid w:val="0094089B"/>
    <w:rsid w:val="00943219"/>
    <w:rsid w:val="0094499E"/>
    <w:rsid w:val="009459FA"/>
    <w:rsid w:val="00945C0F"/>
    <w:rsid w:val="0094645C"/>
    <w:rsid w:val="00950458"/>
    <w:rsid w:val="00951068"/>
    <w:rsid w:val="00952220"/>
    <w:rsid w:val="0095424B"/>
    <w:rsid w:val="0095541C"/>
    <w:rsid w:val="009569BE"/>
    <w:rsid w:val="00963C17"/>
    <w:rsid w:val="0096479B"/>
    <w:rsid w:val="009654B9"/>
    <w:rsid w:val="0097034A"/>
    <w:rsid w:val="00971108"/>
    <w:rsid w:val="00976AFF"/>
    <w:rsid w:val="009771AA"/>
    <w:rsid w:val="00980171"/>
    <w:rsid w:val="00981EEB"/>
    <w:rsid w:val="00982352"/>
    <w:rsid w:val="00982C1D"/>
    <w:rsid w:val="00984540"/>
    <w:rsid w:val="00985BD2"/>
    <w:rsid w:val="00986C85"/>
    <w:rsid w:val="00987929"/>
    <w:rsid w:val="009940B5"/>
    <w:rsid w:val="009949EC"/>
    <w:rsid w:val="00994F4E"/>
    <w:rsid w:val="00997F4A"/>
    <w:rsid w:val="009A23E3"/>
    <w:rsid w:val="009A43CB"/>
    <w:rsid w:val="009A4A47"/>
    <w:rsid w:val="009B17D4"/>
    <w:rsid w:val="009B18D4"/>
    <w:rsid w:val="009B3871"/>
    <w:rsid w:val="009B4760"/>
    <w:rsid w:val="009B57E9"/>
    <w:rsid w:val="009B65B9"/>
    <w:rsid w:val="009B66C4"/>
    <w:rsid w:val="009B7581"/>
    <w:rsid w:val="009C1EC0"/>
    <w:rsid w:val="009C4C7D"/>
    <w:rsid w:val="009C5168"/>
    <w:rsid w:val="009C5752"/>
    <w:rsid w:val="009C5D62"/>
    <w:rsid w:val="009C68F7"/>
    <w:rsid w:val="009C6E29"/>
    <w:rsid w:val="009D476C"/>
    <w:rsid w:val="009E5A8E"/>
    <w:rsid w:val="009F3ACE"/>
    <w:rsid w:val="009F4036"/>
    <w:rsid w:val="009F7032"/>
    <w:rsid w:val="00A059EC"/>
    <w:rsid w:val="00A101D7"/>
    <w:rsid w:val="00A1162E"/>
    <w:rsid w:val="00A118E6"/>
    <w:rsid w:val="00A15327"/>
    <w:rsid w:val="00A15432"/>
    <w:rsid w:val="00A20666"/>
    <w:rsid w:val="00A21EDE"/>
    <w:rsid w:val="00A25CD1"/>
    <w:rsid w:val="00A270EF"/>
    <w:rsid w:val="00A307B1"/>
    <w:rsid w:val="00A3381F"/>
    <w:rsid w:val="00A36B75"/>
    <w:rsid w:val="00A40973"/>
    <w:rsid w:val="00A41F93"/>
    <w:rsid w:val="00A42345"/>
    <w:rsid w:val="00A4498A"/>
    <w:rsid w:val="00A45A6E"/>
    <w:rsid w:val="00A46A90"/>
    <w:rsid w:val="00A46C18"/>
    <w:rsid w:val="00A47A57"/>
    <w:rsid w:val="00A47EB2"/>
    <w:rsid w:val="00A50233"/>
    <w:rsid w:val="00A55576"/>
    <w:rsid w:val="00A5585D"/>
    <w:rsid w:val="00A5747F"/>
    <w:rsid w:val="00A64918"/>
    <w:rsid w:val="00A703F2"/>
    <w:rsid w:val="00A70A68"/>
    <w:rsid w:val="00A70E77"/>
    <w:rsid w:val="00A75B23"/>
    <w:rsid w:val="00A80C8D"/>
    <w:rsid w:val="00A80E5B"/>
    <w:rsid w:val="00A80F90"/>
    <w:rsid w:val="00A83230"/>
    <w:rsid w:val="00A865D5"/>
    <w:rsid w:val="00A86D3B"/>
    <w:rsid w:val="00A87F77"/>
    <w:rsid w:val="00A9130F"/>
    <w:rsid w:val="00A95106"/>
    <w:rsid w:val="00AA0755"/>
    <w:rsid w:val="00AA354A"/>
    <w:rsid w:val="00AA71AD"/>
    <w:rsid w:val="00AA756E"/>
    <w:rsid w:val="00AA7F52"/>
    <w:rsid w:val="00AB23C5"/>
    <w:rsid w:val="00AB3F1B"/>
    <w:rsid w:val="00AC6A3C"/>
    <w:rsid w:val="00AD2591"/>
    <w:rsid w:val="00AD4021"/>
    <w:rsid w:val="00AD443D"/>
    <w:rsid w:val="00AD66F1"/>
    <w:rsid w:val="00AE0FD6"/>
    <w:rsid w:val="00AE21AE"/>
    <w:rsid w:val="00AE2BDD"/>
    <w:rsid w:val="00AE5C74"/>
    <w:rsid w:val="00AE6B4A"/>
    <w:rsid w:val="00AE7E01"/>
    <w:rsid w:val="00AF0148"/>
    <w:rsid w:val="00AF2BBF"/>
    <w:rsid w:val="00AF4A82"/>
    <w:rsid w:val="00B01694"/>
    <w:rsid w:val="00B02F7F"/>
    <w:rsid w:val="00B06CAB"/>
    <w:rsid w:val="00B1028E"/>
    <w:rsid w:val="00B129E5"/>
    <w:rsid w:val="00B12AD0"/>
    <w:rsid w:val="00B131FE"/>
    <w:rsid w:val="00B145FF"/>
    <w:rsid w:val="00B15647"/>
    <w:rsid w:val="00B206BE"/>
    <w:rsid w:val="00B21176"/>
    <w:rsid w:val="00B24EC7"/>
    <w:rsid w:val="00B25D60"/>
    <w:rsid w:val="00B32FF1"/>
    <w:rsid w:val="00B33BC3"/>
    <w:rsid w:val="00B34063"/>
    <w:rsid w:val="00B35094"/>
    <w:rsid w:val="00B369BF"/>
    <w:rsid w:val="00B41ACC"/>
    <w:rsid w:val="00B42796"/>
    <w:rsid w:val="00B42FC0"/>
    <w:rsid w:val="00B43BBA"/>
    <w:rsid w:val="00B449A6"/>
    <w:rsid w:val="00B50E1D"/>
    <w:rsid w:val="00B5579B"/>
    <w:rsid w:val="00B61072"/>
    <w:rsid w:val="00B64E92"/>
    <w:rsid w:val="00B6611C"/>
    <w:rsid w:val="00B66EA8"/>
    <w:rsid w:val="00B703E5"/>
    <w:rsid w:val="00B822F6"/>
    <w:rsid w:val="00B84950"/>
    <w:rsid w:val="00B84E69"/>
    <w:rsid w:val="00B86A35"/>
    <w:rsid w:val="00B86EC3"/>
    <w:rsid w:val="00B90040"/>
    <w:rsid w:val="00B91BBF"/>
    <w:rsid w:val="00B9245C"/>
    <w:rsid w:val="00B958B7"/>
    <w:rsid w:val="00B9649D"/>
    <w:rsid w:val="00B97F9B"/>
    <w:rsid w:val="00BB30B3"/>
    <w:rsid w:val="00BB6D58"/>
    <w:rsid w:val="00BB79A9"/>
    <w:rsid w:val="00BC3411"/>
    <w:rsid w:val="00BD17F6"/>
    <w:rsid w:val="00BD1E7E"/>
    <w:rsid w:val="00BE200A"/>
    <w:rsid w:val="00BE3B98"/>
    <w:rsid w:val="00BE5792"/>
    <w:rsid w:val="00BE5B4A"/>
    <w:rsid w:val="00BE728B"/>
    <w:rsid w:val="00BF04F0"/>
    <w:rsid w:val="00BF164A"/>
    <w:rsid w:val="00BF2C66"/>
    <w:rsid w:val="00BF6AD4"/>
    <w:rsid w:val="00C03F21"/>
    <w:rsid w:val="00C040AD"/>
    <w:rsid w:val="00C04779"/>
    <w:rsid w:val="00C05F24"/>
    <w:rsid w:val="00C07750"/>
    <w:rsid w:val="00C124F5"/>
    <w:rsid w:val="00C159F5"/>
    <w:rsid w:val="00C15ED2"/>
    <w:rsid w:val="00C17438"/>
    <w:rsid w:val="00C249B2"/>
    <w:rsid w:val="00C27D31"/>
    <w:rsid w:val="00C31061"/>
    <w:rsid w:val="00C33134"/>
    <w:rsid w:val="00C33637"/>
    <w:rsid w:val="00C347C3"/>
    <w:rsid w:val="00C36C7B"/>
    <w:rsid w:val="00C41F0D"/>
    <w:rsid w:val="00C4316A"/>
    <w:rsid w:val="00C4441E"/>
    <w:rsid w:val="00C45488"/>
    <w:rsid w:val="00C45A35"/>
    <w:rsid w:val="00C46006"/>
    <w:rsid w:val="00C46A21"/>
    <w:rsid w:val="00C54FA4"/>
    <w:rsid w:val="00C5509F"/>
    <w:rsid w:val="00C55AC8"/>
    <w:rsid w:val="00C55CFF"/>
    <w:rsid w:val="00C60EC6"/>
    <w:rsid w:val="00C6432A"/>
    <w:rsid w:val="00C653F8"/>
    <w:rsid w:val="00C66350"/>
    <w:rsid w:val="00C70EB4"/>
    <w:rsid w:val="00C71A24"/>
    <w:rsid w:val="00C724F4"/>
    <w:rsid w:val="00C7341D"/>
    <w:rsid w:val="00C7429C"/>
    <w:rsid w:val="00C7670D"/>
    <w:rsid w:val="00C76E52"/>
    <w:rsid w:val="00C80902"/>
    <w:rsid w:val="00C80BCA"/>
    <w:rsid w:val="00C8105E"/>
    <w:rsid w:val="00C8298A"/>
    <w:rsid w:val="00C82EE0"/>
    <w:rsid w:val="00C90F36"/>
    <w:rsid w:val="00C91745"/>
    <w:rsid w:val="00C937F8"/>
    <w:rsid w:val="00C93B45"/>
    <w:rsid w:val="00C96B9D"/>
    <w:rsid w:val="00C9782A"/>
    <w:rsid w:val="00CA0243"/>
    <w:rsid w:val="00CA1F70"/>
    <w:rsid w:val="00CA2215"/>
    <w:rsid w:val="00CA231E"/>
    <w:rsid w:val="00CA314E"/>
    <w:rsid w:val="00CA38A4"/>
    <w:rsid w:val="00CA4137"/>
    <w:rsid w:val="00CA4450"/>
    <w:rsid w:val="00CA71E6"/>
    <w:rsid w:val="00CB28C2"/>
    <w:rsid w:val="00CB3E7F"/>
    <w:rsid w:val="00CB46F3"/>
    <w:rsid w:val="00CB7552"/>
    <w:rsid w:val="00CC13D6"/>
    <w:rsid w:val="00CC2677"/>
    <w:rsid w:val="00CC318A"/>
    <w:rsid w:val="00CC435C"/>
    <w:rsid w:val="00CC6C7D"/>
    <w:rsid w:val="00CC7118"/>
    <w:rsid w:val="00CD00AD"/>
    <w:rsid w:val="00CD3206"/>
    <w:rsid w:val="00CD402D"/>
    <w:rsid w:val="00CE0E1E"/>
    <w:rsid w:val="00CE34C1"/>
    <w:rsid w:val="00CE42ED"/>
    <w:rsid w:val="00CE68D8"/>
    <w:rsid w:val="00CE6A2B"/>
    <w:rsid w:val="00CE6EA1"/>
    <w:rsid w:val="00CE6EB6"/>
    <w:rsid w:val="00CF06D6"/>
    <w:rsid w:val="00CF0C29"/>
    <w:rsid w:val="00CF2332"/>
    <w:rsid w:val="00CF2A8B"/>
    <w:rsid w:val="00CF3B87"/>
    <w:rsid w:val="00CF61B1"/>
    <w:rsid w:val="00CF7ED1"/>
    <w:rsid w:val="00D03170"/>
    <w:rsid w:val="00D04DC1"/>
    <w:rsid w:val="00D05399"/>
    <w:rsid w:val="00D078D4"/>
    <w:rsid w:val="00D11761"/>
    <w:rsid w:val="00D12954"/>
    <w:rsid w:val="00D15315"/>
    <w:rsid w:val="00D167F2"/>
    <w:rsid w:val="00D17903"/>
    <w:rsid w:val="00D209A9"/>
    <w:rsid w:val="00D2165F"/>
    <w:rsid w:val="00D233F0"/>
    <w:rsid w:val="00D249C0"/>
    <w:rsid w:val="00D251A7"/>
    <w:rsid w:val="00D256CF"/>
    <w:rsid w:val="00D26272"/>
    <w:rsid w:val="00D32A85"/>
    <w:rsid w:val="00D32BA2"/>
    <w:rsid w:val="00D37219"/>
    <w:rsid w:val="00D4336F"/>
    <w:rsid w:val="00D451F1"/>
    <w:rsid w:val="00D45ECD"/>
    <w:rsid w:val="00D52C29"/>
    <w:rsid w:val="00D5461E"/>
    <w:rsid w:val="00D57646"/>
    <w:rsid w:val="00D5768A"/>
    <w:rsid w:val="00D60997"/>
    <w:rsid w:val="00D60D35"/>
    <w:rsid w:val="00D61036"/>
    <w:rsid w:val="00D6537B"/>
    <w:rsid w:val="00D65D8B"/>
    <w:rsid w:val="00D66F38"/>
    <w:rsid w:val="00D71DF0"/>
    <w:rsid w:val="00D71FAD"/>
    <w:rsid w:val="00D736D4"/>
    <w:rsid w:val="00D745D5"/>
    <w:rsid w:val="00D74B1E"/>
    <w:rsid w:val="00D75BA8"/>
    <w:rsid w:val="00D77B14"/>
    <w:rsid w:val="00D81B41"/>
    <w:rsid w:val="00D85C8B"/>
    <w:rsid w:val="00D85E7C"/>
    <w:rsid w:val="00D871A5"/>
    <w:rsid w:val="00D91A57"/>
    <w:rsid w:val="00D950F6"/>
    <w:rsid w:val="00D9659D"/>
    <w:rsid w:val="00DA10C8"/>
    <w:rsid w:val="00DA1897"/>
    <w:rsid w:val="00DA20B1"/>
    <w:rsid w:val="00DA2C56"/>
    <w:rsid w:val="00DA2EEA"/>
    <w:rsid w:val="00DA5BA6"/>
    <w:rsid w:val="00DA5CA7"/>
    <w:rsid w:val="00DA71A9"/>
    <w:rsid w:val="00DB0AFF"/>
    <w:rsid w:val="00DB442C"/>
    <w:rsid w:val="00DC1977"/>
    <w:rsid w:val="00DC1B01"/>
    <w:rsid w:val="00DC273A"/>
    <w:rsid w:val="00DC2787"/>
    <w:rsid w:val="00DC6E1C"/>
    <w:rsid w:val="00DD185D"/>
    <w:rsid w:val="00DD25D6"/>
    <w:rsid w:val="00DD31DD"/>
    <w:rsid w:val="00DD3C58"/>
    <w:rsid w:val="00DE59B1"/>
    <w:rsid w:val="00DE72BD"/>
    <w:rsid w:val="00DE7D82"/>
    <w:rsid w:val="00DF0577"/>
    <w:rsid w:val="00DF5A6A"/>
    <w:rsid w:val="00DF68D2"/>
    <w:rsid w:val="00E008C6"/>
    <w:rsid w:val="00E0439D"/>
    <w:rsid w:val="00E04448"/>
    <w:rsid w:val="00E04640"/>
    <w:rsid w:val="00E048B1"/>
    <w:rsid w:val="00E04F36"/>
    <w:rsid w:val="00E128DC"/>
    <w:rsid w:val="00E14731"/>
    <w:rsid w:val="00E16565"/>
    <w:rsid w:val="00E167FF"/>
    <w:rsid w:val="00E16809"/>
    <w:rsid w:val="00E206CA"/>
    <w:rsid w:val="00E20C28"/>
    <w:rsid w:val="00E20CB4"/>
    <w:rsid w:val="00E22D95"/>
    <w:rsid w:val="00E239B6"/>
    <w:rsid w:val="00E263E4"/>
    <w:rsid w:val="00E26B53"/>
    <w:rsid w:val="00E2754D"/>
    <w:rsid w:val="00E320A5"/>
    <w:rsid w:val="00E35BE8"/>
    <w:rsid w:val="00E412C7"/>
    <w:rsid w:val="00E43958"/>
    <w:rsid w:val="00E46B6C"/>
    <w:rsid w:val="00E46CB1"/>
    <w:rsid w:val="00E46FB1"/>
    <w:rsid w:val="00E47DF2"/>
    <w:rsid w:val="00E53225"/>
    <w:rsid w:val="00E54B60"/>
    <w:rsid w:val="00E54E86"/>
    <w:rsid w:val="00E55A7F"/>
    <w:rsid w:val="00E56B08"/>
    <w:rsid w:val="00E63A4E"/>
    <w:rsid w:val="00E648FA"/>
    <w:rsid w:val="00E66291"/>
    <w:rsid w:val="00E747B1"/>
    <w:rsid w:val="00E75CBD"/>
    <w:rsid w:val="00E76AED"/>
    <w:rsid w:val="00E805E1"/>
    <w:rsid w:val="00E80F42"/>
    <w:rsid w:val="00E833F7"/>
    <w:rsid w:val="00E92522"/>
    <w:rsid w:val="00E92601"/>
    <w:rsid w:val="00E94401"/>
    <w:rsid w:val="00EA4EA2"/>
    <w:rsid w:val="00EA77BC"/>
    <w:rsid w:val="00EB2608"/>
    <w:rsid w:val="00EB327E"/>
    <w:rsid w:val="00EB5783"/>
    <w:rsid w:val="00EB7C92"/>
    <w:rsid w:val="00EB7D5C"/>
    <w:rsid w:val="00EC19D0"/>
    <w:rsid w:val="00EC1C3C"/>
    <w:rsid w:val="00EC3E13"/>
    <w:rsid w:val="00EC4CAF"/>
    <w:rsid w:val="00EC4FD9"/>
    <w:rsid w:val="00EC62D6"/>
    <w:rsid w:val="00ED0F21"/>
    <w:rsid w:val="00ED0FAD"/>
    <w:rsid w:val="00ED1B7D"/>
    <w:rsid w:val="00ED298F"/>
    <w:rsid w:val="00ED77AC"/>
    <w:rsid w:val="00EE51A3"/>
    <w:rsid w:val="00EF1544"/>
    <w:rsid w:val="00EF1B4C"/>
    <w:rsid w:val="00EF23C2"/>
    <w:rsid w:val="00EF2737"/>
    <w:rsid w:val="00EF27A5"/>
    <w:rsid w:val="00EF27FA"/>
    <w:rsid w:val="00EF2903"/>
    <w:rsid w:val="00EF4379"/>
    <w:rsid w:val="00EF6A05"/>
    <w:rsid w:val="00EF6E04"/>
    <w:rsid w:val="00F01A13"/>
    <w:rsid w:val="00F03A08"/>
    <w:rsid w:val="00F05617"/>
    <w:rsid w:val="00F05919"/>
    <w:rsid w:val="00F064F4"/>
    <w:rsid w:val="00F11A63"/>
    <w:rsid w:val="00F128D5"/>
    <w:rsid w:val="00F13E7C"/>
    <w:rsid w:val="00F174C3"/>
    <w:rsid w:val="00F179F3"/>
    <w:rsid w:val="00F2060A"/>
    <w:rsid w:val="00F20899"/>
    <w:rsid w:val="00F20CD1"/>
    <w:rsid w:val="00F239E7"/>
    <w:rsid w:val="00F24F3E"/>
    <w:rsid w:val="00F31A96"/>
    <w:rsid w:val="00F3207D"/>
    <w:rsid w:val="00F34BA1"/>
    <w:rsid w:val="00F3624B"/>
    <w:rsid w:val="00F36FE9"/>
    <w:rsid w:val="00F4082A"/>
    <w:rsid w:val="00F4194B"/>
    <w:rsid w:val="00F51AFA"/>
    <w:rsid w:val="00F51C58"/>
    <w:rsid w:val="00F52221"/>
    <w:rsid w:val="00F52C3D"/>
    <w:rsid w:val="00F604AD"/>
    <w:rsid w:val="00F6073B"/>
    <w:rsid w:val="00F62A18"/>
    <w:rsid w:val="00F62ABF"/>
    <w:rsid w:val="00F65000"/>
    <w:rsid w:val="00F6549D"/>
    <w:rsid w:val="00F67E58"/>
    <w:rsid w:val="00F7714B"/>
    <w:rsid w:val="00F80DA7"/>
    <w:rsid w:val="00F91757"/>
    <w:rsid w:val="00F9217F"/>
    <w:rsid w:val="00F93543"/>
    <w:rsid w:val="00F95C9F"/>
    <w:rsid w:val="00F96809"/>
    <w:rsid w:val="00FA0C27"/>
    <w:rsid w:val="00FA4B1C"/>
    <w:rsid w:val="00FA5203"/>
    <w:rsid w:val="00FA5BC5"/>
    <w:rsid w:val="00FB021E"/>
    <w:rsid w:val="00FB20A7"/>
    <w:rsid w:val="00FB4755"/>
    <w:rsid w:val="00FB6653"/>
    <w:rsid w:val="00FB6814"/>
    <w:rsid w:val="00FC0B6E"/>
    <w:rsid w:val="00FC3D0C"/>
    <w:rsid w:val="00FC4CBE"/>
    <w:rsid w:val="00FC5BE6"/>
    <w:rsid w:val="00FC6043"/>
    <w:rsid w:val="00FD0233"/>
    <w:rsid w:val="00FD25A7"/>
    <w:rsid w:val="00FD2792"/>
    <w:rsid w:val="00FD30C8"/>
    <w:rsid w:val="00FE167F"/>
    <w:rsid w:val="00FE24EB"/>
    <w:rsid w:val="00FF2E6C"/>
    <w:rsid w:val="00FF472D"/>
    <w:rsid w:val="00FF4DB3"/>
    <w:rsid w:val="00FF7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432"/>
    <w:pPr>
      <w:ind w:left="720"/>
      <w:contextualSpacing/>
    </w:pPr>
  </w:style>
  <w:style w:type="table" w:styleId="TableGrid">
    <w:name w:val="Table Grid"/>
    <w:basedOn w:val="TableNormal"/>
    <w:uiPriority w:val="59"/>
    <w:rsid w:val="00A15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1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FA"/>
    <w:rPr>
      <w:rFonts w:ascii="Tahoma" w:hAnsi="Tahoma" w:cs="Tahoma"/>
      <w:sz w:val="16"/>
      <w:szCs w:val="16"/>
    </w:rPr>
  </w:style>
  <w:style w:type="paragraph" w:styleId="Header">
    <w:name w:val="header"/>
    <w:basedOn w:val="Normal"/>
    <w:link w:val="HeaderChar"/>
    <w:uiPriority w:val="99"/>
    <w:semiHidden/>
    <w:unhideWhenUsed/>
    <w:rsid w:val="00CA22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215"/>
  </w:style>
  <w:style w:type="paragraph" w:styleId="Footer">
    <w:name w:val="footer"/>
    <w:basedOn w:val="Normal"/>
    <w:link w:val="FooterChar"/>
    <w:uiPriority w:val="99"/>
    <w:unhideWhenUsed/>
    <w:rsid w:val="00CA22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215"/>
  </w:style>
  <w:style w:type="character" w:styleId="PlaceholderText">
    <w:name w:val="Placeholder Text"/>
    <w:basedOn w:val="DefaultParagraphFont"/>
    <w:uiPriority w:val="99"/>
    <w:semiHidden/>
    <w:rsid w:val="00C03F2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23rf.com/photo_22685551_mobile-phone-with-gps-laying-on-map.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sml04\AppData\Local\Microsoft\Windows\Temporary%20Internet%20Files\Content.Outlook\RNKKBAD3\Initial%20Coaching%20Prep%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Initial Coaching Prep Sheet.dotx</Template>
  <TotalTime>0</TotalTime>
  <Pages>5</Pages>
  <Words>633</Words>
  <Characters>3467</Characters>
  <Application>Microsoft Office Word</Application>
  <DocSecurity>0</DocSecurity>
  <Lines>866</Lines>
  <Paragraphs>113</Paragraphs>
  <ScaleCrop>false</ScaleCrop>
  <HeadingPairs>
    <vt:vector size="2" baseType="variant">
      <vt:variant>
        <vt:lpstr>Title</vt:lpstr>
      </vt:variant>
      <vt:variant>
        <vt:i4>1</vt:i4>
      </vt:variant>
    </vt:vector>
  </HeadingPairs>
  <TitlesOfParts>
    <vt:vector size="1" baseType="lpstr">
      <vt:lpstr/>
    </vt:vector>
  </TitlesOfParts>
  <Company>Pinellas County</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prsml04</dc:creator>
  <cp:lastModifiedBy>prsml02</cp:lastModifiedBy>
  <cp:revision>2</cp:revision>
  <cp:lastPrinted>2015-12-10T15:02:00Z</cp:lastPrinted>
  <dcterms:created xsi:type="dcterms:W3CDTF">2015-12-28T21:46:00Z</dcterms:created>
  <dcterms:modified xsi:type="dcterms:W3CDTF">2015-12-28T21:46:00Z</dcterms:modified>
</cp:coreProperties>
</file>