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4F3" w:rsidRDefault="008614F3" w:rsidP="008614F3">
      <w:pPr>
        <w:tabs>
          <w:tab w:val="center" w:pos="4680"/>
        </w:tabs>
        <w:jc w:val="center"/>
        <w:rPr>
          <w:b/>
        </w:rPr>
      </w:pPr>
      <w:bookmarkStart w:id="0" w:name="_GoBack"/>
      <w:bookmarkEnd w:id="0"/>
      <w:r>
        <w:rPr>
          <w:b/>
        </w:rPr>
        <w:t>PINELLAS COUNTY LEGISLATIVE DELEGATION</w:t>
      </w:r>
    </w:p>
    <w:p w:rsidR="008614F3" w:rsidRDefault="0076146F" w:rsidP="008614F3">
      <w:pPr>
        <w:pStyle w:val="Heading2"/>
      </w:pPr>
      <w:r>
        <w:t>201</w:t>
      </w:r>
      <w:r w:rsidR="006676D6">
        <w:t>6</w:t>
      </w:r>
      <w:r w:rsidR="008614F3">
        <w:t xml:space="preserve"> PARTICIPANT REQUEST FORM</w:t>
      </w:r>
    </w:p>
    <w:p w:rsidR="008614F3" w:rsidRDefault="008614F3" w:rsidP="008614F3">
      <w:pPr>
        <w:rPr>
          <w:b/>
        </w:rPr>
      </w:pPr>
    </w:p>
    <w:p w:rsidR="004D7489" w:rsidRDefault="004D7489" w:rsidP="008614F3"/>
    <w:p w:rsidR="008614F3" w:rsidRDefault="008614F3" w:rsidP="008614F3">
      <w:r>
        <w:t>Name of person speaki</w:t>
      </w:r>
      <w:r w:rsidR="004D7489">
        <w:t>ng at the public hearing:______</w:t>
      </w:r>
      <w:r>
        <w:t>_________________________________</w:t>
      </w:r>
    </w:p>
    <w:p w:rsidR="008614F3" w:rsidRDefault="008614F3" w:rsidP="008614F3">
      <w:pPr>
        <w:rPr>
          <w:b/>
        </w:rPr>
      </w:pPr>
    </w:p>
    <w:p w:rsidR="008614F3" w:rsidRDefault="008614F3" w:rsidP="008614F3">
      <w:r>
        <w:t>Nam</w:t>
      </w:r>
      <w:r w:rsidR="004D7489">
        <w:t>e of Organization: ____________</w:t>
      </w:r>
      <w:r>
        <w:t>______________________________________________</w:t>
      </w:r>
    </w:p>
    <w:p w:rsidR="008614F3" w:rsidRDefault="008614F3" w:rsidP="008614F3"/>
    <w:p w:rsidR="008614F3" w:rsidRDefault="008614F3" w:rsidP="008614F3">
      <w:r>
        <w:t>Contact Person:</w:t>
      </w:r>
      <w:r w:rsidR="004D7489">
        <w:t xml:space="preserve"> </w:t>
      </w:r>
      <w:r>
        <w:t>________________________________________________________________</w:t>
      </w:r>
    </w:p>
    <w:p w:rsidR="004D7489" w:rsidRDefault="004D7489" w:rsidP="008614F3"/>
    <w:p w:rsidR="008614F3" w:rsidRDefault="008614F3" w:rsidP="008614F3">
      <w:r>
        <w:t>Address: _______________________________________</w:t>
      </w:r>
      <w:r w:rsidR="004D7489">
        <w:t>_______________________________</w:t>
      </w:r>
    </w:p>
    <w:p w:rsidR="008614F3" w:rsidRDefault="008614F3" w:rsidP="008614F3"/>
    <w:p w:rsidR="008614F3" w:rsidRDefault="008614F3" w:rsidP="008614F3">
      <w:r>
        <w:t>Phone:  _______________________________________________________________________</w:t>
      </w:r>
    </w:p>
    <w:p w:rsidR="008614F3" w:rsidRDefault="008614F3" w:rsidP="008614F3"/>
    <w:p w:rsidR="008614F3" w:rsidRDefault="008614F3" w:rsidP="008614F3">
      <w:r>
        <w:t>E-mail: ____________________________________</w:t>
      </w:r>
      <w:r w:rsidR="004D7489">
        <w:t>________________________________</w:t>
      </w:r>
      <w:r>
        <w:t>___</w:t>
      </w:r>
    </w:p>
    <w:p w:rsidR="008614F3" w:rsidRDefault="008614F3" w:rsidP="008614F3"/>
    <w:p w:rsidR="008614F3" w:rsidRDefault="008614F3" w:rsidP="008614F3">
      <w:r>
        <w:t>Is this a f</w:t>
      </w:r>
      <w:r w:rsidR="004D7489">
        <w:t>unding request? _______________</w:t>
      </w:r>
      <w:r>
        <w:t xml:space="preserve"> Or a legislative</w:t>
      </w:r>
      <w:r w:rsidR="004D7489">
        <w:t xml:space="preserve"> proposal request? ______________</w:t>
      </w:r>
    </w:p>
    <w:p w:rsidR="008614F3" w:rsidRDefault="008614F3" w:rsidP="008614F3"/>
    <w:p w:rsidR="008614F3" w:rsidRDefault="004D7489" w:rsidP="008614F3">
      <w:r>
        <w:t xml:space="preserve">Topic of Discussion: </w:t>
      </w:r>
      <w:r w:rsidR="008614F3">
        <w:t>___________________________________________________________</w:t>
      </w:r>
      <w:r>
        <w:t>_</w:t>
      </w:r>
    </w:p>
    <w:p w:rsidR="008614F3" w:rsidRDefault="008614F3" w:rsidP="008614F3"/>
    <w:p w:rsidR="00AA2181" w:rsidRDefault="00AA2181" w:rsidP="008614F3">
      <w:pPr>
        <w:rPr>
          <w:b/>
        </w:rPr>
      </w:pPr>
    </w:p>
    <w:p w:rsidR="008614F3" w:rsidRPr="00AA2181" w:rsidRDefault="008614F3" w:rsidP="008614F3">
      <w:pPr>
        <w:rPr>
          <w:b/>
          <w:sz w:val="28"/>
          <w:szCs w:val="28"/>
        </w:rPr>
      </w:pPr>
      <w:r w:rsidRPr="00AA2181">
        <w:rPr>
          <w:b/>
          <w:sz w:val="28"/>
          <w:szCs w:val="28"/>
        </w:rPr>
        <w:t xml:space="preserve">Public Hearing:  </w:t>
      </w:r>
    </w:p>
    <w:p w:rsidR="006676D6" w:rsidRDefault="006676D6" w:rsidP="008614F3">
      <w:pPr>
        <w:rPr>
          <w:b/>
        </w:rPr>
      </w:pPr>
    </w:p>
    <w:p w:rsidR="008614F3" w:rsidRDefault="006676D6" w:rsidP="008614F3">
      <w:pPr>
        <w:rPr>
          <w:b/>
        </w:rPr>
      </w:pPr>
      <w:r>
        <w:rPr>
          <w:b/>
        </w:rPr>
        <w:t>Friday, December 2, 2016</w:t>
      </w:r>
      <w:r w:rsidR="004D7489">
        <w:rPr>
          <w:b/>
        </w:rPr>
        <w:t xml:space="preserve"> </w:t>
      </w:r>
      <w:r w:rsidR="008614F3">
        <w:rPr>
          <w:b/>
        </w:rPr>
        <w:t xml:space="preserve">from </w:t>
      </w:r>
      <w:r w:rsidR="004D7489">
        <w:rPr>
          <w:b/>
        </w:rPr>
        <w:t>9:00 AM</w:t>
      </w:r>
      <w:r w:rsidR="008614F3">
        <w:rPr>
          <w:b/>
        </w:rPr>
        <w:t xml:space="preserve"> </w:t>
      </w:r>
      <w:r w:rsidR="004D7489">
        <w:rPr>
          <w:b/>
        </w:rPr>
        <w:t>to 12:00 PM</w:t>
      </w:r>
    </w:p>
    <w:p w:rsidR="008614F3" w:rsidRDefault="006676D6" w:rsidP="008614F3">
      <w:r>
        <w:t>Tarpon Springs City Hall</w:t>
      </w:r>
    </w:p>
    <w:p w:rsidR="005B53BA" w:rsidRDefault="005B53BA" w:rsidP="008614F3">
      <w:r>
        <w:t>324 East Pine St.</w:t>
      </w:r>
    </w:p>
    <w:p w:rsidR="005B53BA" w:rsidRDefault="005B53BA" w:rsidP="008614F3">
      <w:r>
        <w:t>Tarpon Springs</w:t>
      </w:r>
    </w:p>
    <w:p w:rsidR="008614F3" w:rsidRDefault="008614F3" w:rsidP="008614F3">
      <w:pPr>
        <w:rPr>
          <w:b/>
        </w:rPr>
      </w:pPr>
    </w:p>
    <w:p w:rsidR="008614F3" w:rsidRPr="008614F3" w:rsidRDefault="008614F3" w:rsidP="008614F3">
      <w:pPr>
        <w:rPr>
          <w:b/>
        </w:rPr>
      </w:pPr>
      <w:r w:rsidRPr="008614F3">
        <w:rPr>
          <w:b/>
        </w:rPr>
        <w:t>Please return this form to:</w:t>
      </w:r>
    </w:p>
    <w:p w:rsidR="008614F3" w:rsidRDefault="008614F3" w:rsidP="008614F3">
      <w:r>
        <w:t>Senator Jack Latvala</w:t>
      </w:r>
    </w:p>
    <w:p w:rsidR="008614F3" w:rsidRDefault="004D7489" w:rsidP="008614F3">
      <w:r>
        <w:t>26133 U.S. Highway 19 North, Suite 201</w:t>
      </w:r>
    </w:p>
    <w:p w:rsidR="004D7489" w:rsidRDefault="004D7489" w:rsidP="008614F3">
      <w:r>
        <w:t>Clearwater, Florida 33763</w:t>
      </w:r>
    </w:p>
    <w:p w:rsidR="0076146F" w:rsidRDefault="0076146F" w:rsidP="008614F3"/>
    <w:p w:rsidR="0076146F" w:rsidRPr="0076146F" w:rsidRDefault="0076146F" w:rsidP="008614F3">
      <w:pPr>
        <w:rPr>
          <w:b/>
        </w:rPr>
      </w:pPr>
      <w:r w:rsidRPr="0076146F">
        <w:rPr>
          <w:b/>
        </w:rPr>
        <w:t>Or fax to:</w:t>
      </w:r>
    </w:p>
    <w:p w:rsidR="0076146F" w:rsidRDefault="0076146F" w:rsidP="008614F3">
      <w:r>
        <w:t>(727) 793-2799</w:t>
      </w:r>
    </w:p>
    <w:p w:rsidR="008614F3" w:rsidRDefault="008614F3" w:rsidP="008614F3"/>
    <w:p w:rsidR="008614F3" w:rsidRPr="008614F3" w:rsidRDefault="008614F3" w:rsidP="008614F3">
      <w:pPr>
        <w:rPr>
          <w:b/>
        </w:rPr>
      </w:pPr>
      <w:r w:rsidRPr="008614F3">
        <w:rPr>
          <w:b/>
        </w:rPr>
        <w:t>Or e-mail to:</w:t>
      </w:r>
    </w:p>
    <w:p w:rsidR="008614F3" w:rsidRDefault="005F4A72" w:rsidP="008614F3">
      <w:hyperlink r:id="rId4" w:history="1">
        <w:r w:rsidR="006676D6" w:rsidRPr="00DE365A">
          <w:rPr>
            <w:rStyle w:val="Hyperlink"/>
          </w:rPr>
          <w:t>Caddell.tracy@flsenate.gov</w:t>
        </w:r>
      </w:hyperlink>
    </w:p>
    <w:p w:rsidR="006676D6" w:rsidRDefault="006676D6" w:rsidP="008614F3"/>
    <w:p w:rsidR="00AA2181" w:rsidRDefault="00AA2181" w:rsidP="008614F3"/>
    <w:p w:rsidR="00AA2181" w:rsidRDefault="00AA2181" w:rsidP="008614F3">
      <w:r>
        <w:t>For questions pl</w:t>
      </w:r>
      <w:r w:rsidR="006676D6">
        <w:t>ease contact Tracy Caddell</w:t>
      </w:r>
      <w:r>
        <w:t xml:space="preserve"> at (727) </w:t>
      </w:r>
      <w:r w:rsidR="0076146F">
        <w:t>793-2797</w:t>
      </w:r>
      <w:r>
        <w:t xml:space="preserve"> or</w:t>
      </w:r>
      <w:r w:rsidR="006676D6">
        <w:t xml:space="preserve"> </w:t>
      </w:r>
      <w:hyperlink r:id="rId5" w:history="1">
        <w:r w:rsidR="006676D6" w:rsidRPr="00DE365A">
          <w:rPr>
            <w:rStyle w:val="Hyperlink"/>
          </w:rPr>
          <w:t>Caddell.tracy@flsenate.gov</w:t>
        </w:r>
      </w:hyperlink>
      <w:r>
        <w:t xml:space="preserve">.  </w:t>
      </w:r>
    </w:p>
    <w:p w:rsidR="008614F3" w:rsidRDefault="008614F3" w:rsidP="008614F3"/>
    <w:p w:rsidR="008614F3" w:rsidRDefault="008614F3" w:rsidP="008614F3"/>
    <w:p w:rsidR="001416FC" w:rsidRDefault="001416FC"/>
    <w:sectPr w:rsidR="001416FC" w:rsidSect="00790D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F3"/>
    <w:rsid w:val="000259C9"/>
    <w:rsid w:val="00137989"/>
    <w:rsid w:val="001416FC"/>
    <w:rsid w:val="001D3AE6"/>
    <w:rsid w:val="001D3DE2"/>
    <w:rsid w:val="0024266A"/>
    <w:rsid w:val="00254648"/>
    <w:rsid w:val="00356CFD"/>
    <w:rsid w:val="003B5A58"/>
    <w:rsid w:val="004D0FC8"/>
    <w:rsid w:val="004D7489"/>
    <w:rsid w:val="00507FE6"/>
    <w:rsid w:val="00542C5F"/>
    <w:rsid w:val="005B53BA"/>
    <w:rsid w:val="005F4A72"/>
    <w:rsid w:val="006676D6"/>
    <w:rsid w:val="00707A8B"/>
    <w:rsid w:val="0076146F"/>
    <w:rsid w:val="00790DA5"/>
    <w:rsid w:val="008614F3"/>
    <w:rsid w:val="00871724"/>
    <w:rsid w:val="00891391"/>
    <w:rsid w:val="00A1044A"/>
    <w:rsid w:val="00A16413"/>
    <w:rsid w:val="00A5476F"/>
    <w:rsid w:val="00AA2181"/>
    <w:rsid w:val="00C76985"/>
    <w:rsid w:val="00CC6568"/>
    <w:rsid w:val="00CE1C7B"/>
    <w:rsid w:val="00D57CDE"/>
    <w:rsid w:val="00DF1238"/>
    <w:rsid w:val="00EC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1B2DA8-C2BB-4ED2-9948-EDE5564E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4F3"/>
    <w:pPr>
      <w:widowControl w:val="0"/>
    </w:pPr>
    <w:rPr>
      <w:rFonts w:eastAsia="Times New Roman" w:cs="Times New Roman"/>
      <w:snapToGrid w:val="0"/>
      <w:szCs w:val="20"/>
    </w:rPr>
  </w:style>
  <w:style w:type="paragraph" w:styleId="Heading2">
    <w:name w:val="heading 2"/>
    <w:basedOn w:val="Normal"/>
    <w:next w:val="Normal"/>
    <w:link w:val="Heading2Char"/>
    <w:qFormat/>
    <w:rsid w:val="008614F3"/>
    <w:pPr>
      <w:keepNext/>
      <w:tabs>
        <w:tab w:val="center" w:pos="4680"/>
      </w:tabs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614F3"/>
    <w:rPr>
      <w:rFonts w:eastAsia="Times New Roman" w:cs="Times New Roman"/>
      <w:b/>
      <w:snapToGrid w:val="0"/>
      <w:szCs w:val="20"/>
    </w:rPr>
  </w:style>
  <w:style w:type="character" w:styleId="Hyperlink">
    <w:name w:val="Hyperlink"/>
    <w:basedOn w:val="DefaultParagraphFont"/>
    <w:uiPriority w:val="99"/>
    <w:unhideWhenUsed/>
    <w:rsid w:val="008614F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4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489"/>
    <w:rPr>
      <w:rFonts w:ascii="Tahoma" w:eastAsia="Times New Roman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addell.tracy@flsenate.gov" TargetMode="External"/><Relationship Id="rId4" Type="http://schemas.openxmlformats.org/officeDocument/2006/relationships/hyperlink" Target="mailto:Caddell.tracy@flsenat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1D54FDCE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Legislature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VANDENBERG.COURTNEY</dc:creator>
  <cp:keywords/>
  <dc:description/>
  <cp:lastModifiedBy>CADDELL.TRACY</cp:lastModifiedBy>
  <cp:revision>2</cp:revision>
  <cp:lastPrinted>2012-11-26T18:00:00Z</cp:lastPrinted>
  <dcterms:created xsi:type="dcterms:W3CDTF">2016-10-10T18:27:00Z</dcterms:created>
  <dcterms:modified xsi:type="dcterms:W3CDTF">2016-10-10T18:27:00Z</dcterms:modified>
</cp:coreProperties>
</file>